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B1EEF" w14:textId="60F46F75" w:rsidR="00115F78" w:rsidRPr="0071221F" w:rsidRDefault="00115F78" w:rsidP="00115F78">
      <w:pPr>
        <w:pStyle w:val="Head"/>
        <w:rPr>
          <w:color w:val="000000" w:themeColor="text1"/>
        </w:rPr>
      </w:pPr>
      <w:r w:rsidRPr="0071221F">
        <w:rPr>
          <w:color w:val="000000" w:themeColor="text1"/>
        </w:rPr>
        <w:t>Benninghoven | El generador de gas caliente garantiza el cumplimiento de los valores límite de emisión más estrictos</w:t>
      </w:r>
    </w:p>
    <w:p w14:paraId="26F0996C" w14:textId="552396D5" w:rsidR="00A46F1E" w:rsidRPr="0071221F" w:rsidRDefault="00C234A3" w:rsidP="00881E44">
      <w:pPr>
        <w:pStyle w:val="Subhead"/>
        <w:rPr>
          <w:color w:val="000000" w:themeColor="text1"/>
        </w:rPr>
      </w:pPr>
      <w:r w:rsidRPr="0071221F">
        <w:rPr>
          <w:color w:val="000000" w:themeColor="text1"/>
        </w:rPr>
        <w:t>La tecnología líder de Benninghoven en materia de reciclaje permite alcanzar altas tasas de reciclaje con bajas emisiones en la producción de asfalto</w:t>
      </w:r>
    </w:p>
    <w:p w14:paraId="193790FB" w14:textId="3C345BE1" w:rsidR="00A46F1E" w:rsidRPr="0071221F" w:rsidRDefault="006568E0" w:rsidP="00881E44">
      <w:pPr>
        <w:pStyle w:val="Teaser"/>
        <w:rPr>
          <w:color w:val="000000" w:themeColor="text1"/>
        </w:rPr>
      </w:pPr>
      <w:r w:rsidRPr="0071221F">
        <w:rPr>
          <w:color w:val="000000" w:themeColor="text1"/>
        </w:rPr>
        <w:t>Con el generador de gas caliente de Benninghoven, las empresas explotadoras pueden producir asfalto a partir de material 100 % reciclado y, al mismo tiempo, cumplir las estrictas normas de emisión vigentes, como es el caso de la normativa técnica alemana para el control de la calidad del aire («TA-Luft»).</w:t>
      </w:r>
    </w:p>
    <w:p w14:paraId="27AB1C06" w14:textId="5C1DA8D0" w:rsidR="004F6AE3" w:rsidRPr="0071221F" w:rsidRDefault="004F6AE3" w:rsidP="004F6AE3">
      <w:pPr>
        <w:pStyle w:val="Absatzberschrift"/>
        <w:rPr>
          <w:bCs/>
          <w:iCs/>
          <w:color w:val="000000" w:themeColor="text1"/>
        </w:rPr>
      </w:pPr>
      <w:r w:rsidRPr="0071221F">
        <w:rPr>
          <w:color w:val="000000" w:themeColor="text1"/>
        </w:rPr>
        <w:t>El reciclaje de asfalto que reduce la huella de CO</w:t>
      </w:r>
      <w:r w:rsidRPr="0071221F">
        <w:rPr>
          <w:color w:val="000000" w:themeColor="text1"/>
          <w:vertAlign w:val="subscript"/>
        </w:rPr>
        <w:t>2</w:t>
      </w:r>
    </w:p>
    <w:p w14:paraId="4217823F" w14:textId="61FEBDFB" w:rsidR="001B3C32" w:rsidRPr="0071221F" w:rsidRDefault="00D60872" w:rsidP="00456BAF">
      <w:pPr>
        <w:pStyle w:val="Standardabsatz"/>
        <w:rPr>
          <w:bCs/>
          <w:iCs/>
          <w:color w:val="000000" w:themeColor="text1"/>
        </w:rPr>
      </w:pPr>
      <w:r w:rsidRPr="0071221F">
        <w:rPr>
          <w:color w:val="000000" w:themeColor="text1"/>
        </w:rPr>
        <w:t xml:space="preserve">El </w:t>
      </w:r>
      <w:bookmarkStart w:id="0" w:name="_Hlk102975575"/>
      <w:r w:rsidRPr="0071221F">
        <w:rPr>
          <w:color w:val="000000" w:themeColor="text1"/>
        </w:rPr>
        <w:t xml:space="preserve">generador de gas caliente </w:t>
      </w:r>
      <w:bookmarkEnd w:id="0"/>
      <w:r w:rsidRPr="0071221F">
        <w:rPr>
          <w:color w:val="000000" w:themeColor="text1"/>
        </w:rPr>
        <w:t>es una tecnología que permite alcanzar las máximas tasas de reciclaje en la producción de asfalto con las mínimas emisiones. De esta forma, las empresas explotadoras pueden producir mezclas con un 100 % de asfalto reciclado. Al mismo tiempo, se cumplen los estrictos requisitos oficiales para mantener el aire limpio, incluyendo la normativa alemana «TA-Luft», que obliga a una reducción significativa de las emisiones. Por ejemplo, las emisiones de carbono total (CT) no deben superar el valor límite de &lt; 50 mg/m</w:t>
      </w:r>
      <w:r w:rsidRPr="0071221F">
        <w:rPr>
          <w:color w:val="000000" w:themeColor="text1"/>
          <w:vertAlign w:val="superscript"/>
        </w:rPr>
        <w:t>3</w:t>
      </w:r>
      <w:r w:rsidRPr="0071221F">
        <w:rPr>
          <w:color w:val="000000" w:themeColor="text1"/>
        </w:rPr>
        <w:t xml:space="preserve">. </w:t>
      </w:r>
    </w:p>
    <w:p w14:paraId="04DCEDB5" w14:textId="114CBACA" w:rsidR="004F6AE3" w:rsidRPr="0071221F" w:rsidRDefault="00162214" w:rsidP="00593841">
      <w:pPr>
        <w:pStyle w:val="Standardabsatz"/>
        <w:rPr>
          <w:bCs/>
          <w:iCs/>
          <w:color w:val="000000" w:themeColor="text1"/>
        </w:rPr>
      </w:pPr>
      <w:r w:rsidRPr="0071221F">
        <w:rPr>
          <w:color w:val="000000" w:themeColor="text1"/>
        </w:rPr>
        <w:t>Con el generador de gas caliente, Benninghoven responde a las exigencias de unas altas tasas de reciclaje y bajas emisiones durante un funcionamiento continuo de la planta y con la medición adecuada. De este modo, el reciclaje de asfalto con el generador de gas caliente de Benninghoven contribuye de forma significativa a reducir la huella de CO</w:t>
      </w:r>
      <w:r w:rsidRPr="0071221F">
        <w:rPr>
          <w:color w:val="000000" w:themeColor="text1"/>
          <w:vertAlign w:val="subscript"/>
        </w:rPr>
        <w:t>2</w:t>
      </w:r>
      <w:r w:rsidRPr="0071221F">
        <w:rPr>
          <w:color w:val="000000" w:themeColor="text1"/>
        </w:rPr>
        <w:t>. Emplear un 60 % de asfalto recuperado al producir nuevas mezclas ya supone un ahorro del 18 % de CO</w:t>
      </w:r>
      <w:r w:rsidRPr="0071221F">
        <w:rPr>
          <w:color w:val="000000" w:themeColor="text1"/>
          <w:vertAlign w:val="subscript"/>
        </w:rPr>
        <w:t>2</w:t>
      </w:r>
      <w:r w:rsidRPr="0071221F">
        <w:rPr>
          <w:color w:val="000000" w:themeColor="text1"/>
        </w:rPr>
        <w:t xml:space="preserve"> en todo el proceso de construcción de carreteras.</w:t>
      </w:r>
    </w:p>
    <w:p w14:paraId="69F49D88" w14:textId="47A69D37" w:rsidR="00BD25D1" w:rsidRPr="0071221F" w:rsidRDefault="00456BAF" w:rsidP="00754B80">
      <w:pPr>
        <w:pStyle w:val="Absatzberschrift"/>
        <w:rPr>
          <w:color w:val="000000" w:themeColor="text1"/>
        </w:rPr>
      </w:pPr>
      <w:r w:rsidRPr="0071221F">
        <w:rPr>
          <w:color w:val="000000" w:themeColor="text1"/>
        </w:rPr>
        <w:t>Un generador de gas caliente extremadamente sostenible y económico</w:t>
      </w:r>
    </w:p>
    <w:p w14:paraId="56A2C254" w14:textId="11DD9593" w:rsidR="00105ACB" w:rsidRPr="0071221F" w:rsidRDefault="00456BAF" w:rsidP="00456BAF">
      <w:pPr>
        <w:pStyle w:val="Standardabsatz"/>
        <w:rPr>
          <w:iCs/>
          <w:color w:val="000000" w:themeColor="text1"/>
        </w:rPr>
      </w:pPr>
      <w:r w:rsidRPr="0071221F">
        <w:rPr>
          <w:color w:val="000000" w:themeColor="text1"/>
        </w:rPr>
        <w:t>Las empresas explotadoras que convierten el asfalto recuperado en una mezcla nueva no solo trabajan de forma sostenible, sino que también pueden ahorrar dinero gracias al generador de gas caliente. Los costes del material reciclado son mucho menores que los del mineral blanco que se extrae de la cantera. La reducción de los costes se debe, principalmente, al betún que ya contiene el material recuperado. Este ingrediente es el material más costoso en la producción de asfalto y su precio ha subido mucho en los últimos años, además de que está sujeto a las fuertes fluctuaciones del mercado. Dado que cada vez se rehabilitan más carreteras en lugar de construirse desde cero, el reciclaje del asfalto está cobrando cada vez más importancia en muchas partes del mundo.</w:t>
      </w:r>
    </w:p>
    <w:p w14:paraId="1EC76E08" w14:textId="248AAF96" w:rsidR="00002437" w:rsidRPr="0071221F" w:rsidRDefault="00973183" w:rsidP="00456BAF">
      <w:pPr>
        <w:pStyle w:val="Standardabsatz"/>
        <w:rPr>
          <w:iCs/>
          <w:color w:val="000000" w:themeColor="text1"/>
        </w:rPr>
      </w:pPr>
      <w:r w:rsidRPr="0071221F">
        <w:rPr>
          <w:color w:val="000000" w:themeColor="text1"/>
        </w:rPr>
        <w:t>Como se puede conseguir una tasa de reciclaje máxima del 100 %, el generador de gas caliente se convierte también en una solución económica para el futuro.</w:t>
      </w:r>
    </w:p>
    <w:p w14:paraId="1B1FFB51" w14:textId="2F5EAEFF" w:rsidR="005C4E86" w:rsidRPr="0071221F" w:rsidRDefault="005C4E86" w:rsidP="005C4E86">
      <w:pPr>
        <w:pStyle w:val="Absatzberschrift"/>
        <w:rPr>
          <w:bCs/>
          <w:iCs/>
          <w:color w:val="000000" w:themeColor="text1"/>
        </w:rPr>
      </w:pPr>
      <w:r w:rsidRPr="0071221F">
        <w:rPr>
          <w:color w:val="000000" w:themeColor="text1"/>
        </w:rPr>
        <w:t>El generador de gas caliente define cuál es el estado actual de la tecnología de reciclaje</w:t>
      </w:r>
    </w:p>
    <w:p w14:paraId="34F90933" w14:textId="1D7B7E3E" w:rsidR="005C4E86" w:rsidRPr="0071221F" w:rsidRDefault="005C4E86" w:rsidP="005C4E86">
      <w:pPr>
        <w:pStyle w:val="Standardabsatz"/>
        <w:rPr>
          <w:bCs/>
          <w:iCs/>
          <w:color w:val="000000" w:themeColor="text1"/>
        </w:rPr>
      </w:pPr>
      <w:r w:rsidRPr="0071221F">
        <w:rPr>
          <w:color w:val="000000" w:themeColor="text1"/>
        </w:rPr>
        <w:lastRenderedPageBreak/>
        <w:t>Solo con el generador de gas caliente en contracorriente se pueden conseguir al mismo tiempo altas tasa de reciclaje con bajas emisiones. La producción de carbono total es mínima, ya que el material reciclado se calienta a 160</w:t>
      </w:r>
      <w:r w:rsidR="00DF20B2">
        <w:rPr>
          <w:color w:val="000000" w:themeColor="text1"/>
        </w:rPr>
        <w:t> °C</w:t>
      </w:r>
      <w:r w:rsidRPr="0071221F">
        <w:rPr>
          <w:color w:val="000000" w:themeColor="text1"/>
        </w:rPr>
        <w:t>. Con asfaltos naturales, las sustancias nocivas ya se evaporan por debajo de los 160</w:t>
      </w:r>
      <w:r w:rsidR="00DF20B2">
        <w:rPr>
          <w:color w:val="000000" w:themeColor="text1"/>
        </w:rPr>
        <w:t> °C</w:t>
      </w:r>
      <w:r w:rsidRPr="0071221F">
        <w:rPr>
          <w:color w:val="000000" w:themeColor="text1"/>
        </w:rPr>
        <w:t xml:space="preserve">, a diferencia del material reciclado. Sin embargo, el generador de gas caliente puede reducir estas sustancias; por lo que deja de ser un problema. </w:t>
      </w:r>
    </w:p>
    <w:p w14:paraId="3CEB39E0" w14:textId="595C85AA" w:rsidR="005A17D8" w:rsidRPr="0071221F" w:rsidRDefault="008C431F" w:rsidP="005A17D8">
      <w:pPr>
        <w:pStyle w:val="Standardabsatz"/>
        <w:rPr>
          <w:bCs/>
          <w:iCs/>
          <w:color w:val="000000" w:themeColor="text1"/>
        </w:rPr>
      </w:pPr>
      <w:r w:rsidRPr="0071221F">
        <w:rPr>
          <w:color w:val="000000" w:themeColor="text1"/>
        </w:rPr>
        <w:t>Con el principio de contracorriente, el quemador opera en el generador de gas caliente y calienta a mucha intensidad el aire de recirculación en el tambor de reciclaje. A</w:t>
      </w:r>
      <w:r w:rsidR="00B07E2F">
        <w:rPr>
          <w:color w:val="000000" w:themeColor="text1"/>
        </w:rPr>
        <w:t> </w:t>
      </w:r>
      <w:r w:rsidRPr="0071221F">
        <w:rPr>
          <w:color w:val="000000" w:themeColor="text1"/>
        </w:rPr>
        <w:t>continuación, este aire calienta el material de reciclaje en el tambor posterior de forma indirecta y sin dañarlo. En el proceso, el material de reciclaje ya se calienta hasta alcanzar la temperatura final. «Por tanto, alimentamos gas caliente solo al material en el tambor de reciclaje, puesto que el material reciclado ya contiene betún y se quemaría con un contacto directo de llama», explica así Steven Mac Nelly, director de Investigación y Desarrollo de Benninghoven, el principio de funcionamiento.</w:t>
      </w:r>
    </w:p>
    <w:p w14:paraId="3472AFC5" w14:textId="5E747544" w:rsidR="00C00B21" w:rsidRPr="0071221F" w:rsidRDefault="00C00B21" w:rsidP="00C00B21">
      <w:pPr>
        <w:pStyle w:val="Absatzberschrift"/>
        <w:rPr>
          <w:bCs/>
          <w:iCs/>
          <w:color w:val="000000" w:themeColor="text1"/>
        </w:rPr>
      </w:pPr>
      <w:r w:rsidRPr="0071221F">
        <w:rPr>
          <w:color w:val="000000" w:themeColor="text1"/>
        </w:rPr>
        <w:t>Los generadores de gas caliente de Benninghoven también están disponibles como solución de retroadaptación</w:t>
      </w:r>
    </w:p>
    <w:p w14:paraId="2ECDF448" w14:textId="50737224" w:rsidR="00C00B21" w:rsidRPr="0071221F" w:rsidRDefault="00C00B21" w:rsidP="00C00B21">
      <w:pPr>
        <w:pStyle w:val="Standardabsatz"/>
        <w:rPr>
          <w:iCs/>
          <w:color w:val="000000" w:themeColor="text1"/>
        </w:rPr>
      </w:pPr>
      <w:r w:rsidRPr="0071221F">
        <w:rPr>
          <w:color w:val="000000" w:themeColor="text1"/>
        </w:rPr>
        <w:t>Cuando se trata de nuevas plantas de mezcla asfáltica, Benninghoven ofrece las plantas de la serie RPP, que ya están diseñadas de fábrica para procesar altas tasas de reciclaje e integrar el generador de gas caliente. RPP son las siglas de «Recycling Priority Plant», es decir, plantas que priorizan el flujo de material de reciclaje. «Esto significa que las plantas RPP están hechas para reciclar al máximo y cumplir con los requisitos más exigentes», dice Steven Mac Nelly.</w:t>
      </w:r>
    </w:p>
    <w:p w14:paraId="6A7C1767" w14:textId="0DF03053" w:rsidR="00EB2FD6" w:rsidRPr="0071221F" w:rsidRDefault="00EB2FD6" w:rsidP="00EB2FD6">
      <w:pPr>
        <w:pStyle w:val="Standardabsatz"/>
        <w:rPr>
          <w:iCs/>
          <w:color w:val="000000" w:themeColor="text1"/>
        </w:rPr>
      </w:pPr>
      <w:r w:rsidRPr="0071221F">
        <w:rPr>
          <w:color w:val="000000" w:themeColor="text1"/>
        </w:rPr>
        <w:t>Las empresas explotadoras que ya cuentan con plantas de mezcla también pueden utilizar esta moderna tecnología simplemente reequipando el generador de gas caliente en las plantas existentes. Nuestra tecnología líder de reciclaje de asfalto también ayuda a conservar los permisos de operación a medida que los requisitos legales crecen: «Para conservar los emplazamientos y conseguir altas tasas de reciclaje, también podemos instalar el generador de gas caliente como proyecto de retroadaptación», menciona Steven Mac Nelly.</w:t>
      </w:r>
    </w:p>
    <w:p w14:paraId="1F741A72" w14:textId="77777777" w:rsidR="004F6AE3" w:rsidRPr="0071221F" w:rsidRDefault="004F6AE3">
      <w:pPr>
        <w:rPr>
          <w:rFonts w:eastAsiaTheme="minorHAnsi" w:cstheme="minorBidi"/>
          <w:b/>
          <w:color w:val="000000" w:themeColor="text1"/>
          <w:sz w:val="22"/>
          <w:szCs w:val="24"/>
        </w:rPr>
      </w:pPr>
      <w:r w:rsidRPr="0071221F">
        <w:br w:type="page"/>
      </w:r>
    </w:p>
    <w:p w14:paraId="31412CCB" w14:textId="2A97DFDE" w:rsidR="00E15EBE" w:rsidRPr="0071221F" w:rsidRDefault="00E15EBE" w:rsidP="00E15EBE">
      <w:pPr>
        <w:pStyle w:val="Fotos"/>
        <w:rPr>
          <w:color w:val="000000" w:themeColor="text1"/>
        </w:rPr>
      </w:pPr>
      <w:r w:rsidRPr="0071221F">
        <w:rPr>
          <w:color w:val="000000" w:themeColor="text1"/>
        </w:rPr>
        <w:lastRenderedPageBreak/>
        <w:t>Fotos:</w:t>
      </w:r>
    </w:p>
    <w:p w14:paraId="4FC2A1DE" w14:textId="65A99D3B" w:rsidR="002144A7" w:rsidRPr="0071221F" w:rsidRDefault="00124C01" w:rsidP="001E3B66">
      <w:pPr>
        <w:pStyle w:val="BUbold"/>
        <w:rPr>
          <w:iCs/>
          <w:color w:val="000000" w:themeColor="text1"/>
        </w:rPr>
      </w:pPr>
      <w:r w:rsidRPr="0071221F">
        <w:rPr>
          <w:noProof/>
          <w:color w:val="000000" w:themeColor="text1"/>
        </w:rPr>
        <w:drawing>
          <wp:inline distT="0" distB="0" distL="0" distR="0" wp14:anchorId="33A7E620" wp14:editId="036DA5DC">
            <wp:extent cx="2077200" cy="1386000"/>
            <wp:effectExtent l="0" t="0" r="5715" b="0"/>
            <wp:docPr id="13" name="Grafik 13" descr="Ein Bild, das Himmel, draußen, Anhänger, Asph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Himmel, draußen, Anhänger, Asphal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2077200" cy="1386000"/>
                    </a:xfrm>
                    <a:prstGeom prst="rect">
                      <a:avLst/>
                    </a:prstGeom>
                  </pic:spPr>
                </pic:pic>
              </a:graphicData>
            </a:graphic>
          </wp:inline>
        </w:drawing>
      </w:r>
      <w:r w:rsidRPr="0071221F">
        <w:rPr>
          <w:rFonts w:ascii="Times New Roman" w:hAnsi="Times New Roman"/>
          <w:color w:val="000000" w:themeColor="text1"/>
          <w:sz w:val="24"/>
        </w:rPr>
        <w:br/>
      </w:r>
      <w:r w:rsidRPr="0071221F">
        <w:rPr>
          <w:color w:val="000000" w:themeColor="text1"/>
        </w:rPr>
        <w:fldChar w:fldCharType="begin"/>
      </w:r>
      <w:r w:rsidRPr="0071221F">
        <w:rPr>
          <w:color w:val="000000" w:themeColor="text1"/>
        </w:rPr>
        <w:instrText xml:space="preserve"> INCLUDEPICTURE "cid:5F0751C4-44E7-4390-B3C2-A4443C7CD036" \* MERGEFORMATINET </w:instrText>
      </w:r>
      <w:r w:rsidR="00575C57">
        <w:rPr>
          <w:color w:val="000000" w:themeColor="text1"/>
        </w:rPr>
        <w:fldChar w:fldCharType="separate"/>
      </w:r>
      <w:r w:rsidRPr="0071221F">
        <w:rPr>
          <w:color w:val="000000" w:themeColor="text1"/>
        </w:rPr>
        <w:fldChar w:fldCharType="end"/>
      </w:r>
      <w:r w:rsidR="00340FD8" w:rsidRPr="00340FD8">
        <w:rPr>
          <w:color w:val="000000" w:themeColor="text1"/>
        </w:rPr>
        <w:t>BENNINGHOVEN_hot gas generator_01</w:t>
      </w:r>
    </w:p>
    <w:p w14:paraId="3C4A72AD" w14:textId="355D518E" w:rsidR="00443CCA" w:rsidRPr="0071221F" w:rsidRDefault="00C13A15" w:rsidP="00443CCA">
      <w:pPr>
        <w:pStyle w:val="BUbold"/>
        <w:rPr>
          <w:b w:val="0"/>
          <w:iCs/>
          <w:color w:val="000000" w:themeColor="text1"/>
        </w:rPr>
      </w:pPr>
      <w:r w:rsidRPr="0071221F">
        <w:rPr>
          <w:b w:val="0"/>
          <w:color w:val="000000" w:themeColor="text1"/>
        </w:rPr>
        <w:t>El generador de gas caliente de Benninghoven puede producir mezclas con hasta el 100 % de asfalto recuperado. Al mismo tiempo, se cumplen todos los requisitos para conseguir un bajo nivel de emisiones.</w:t>
      </w:r>
    </w:p>
    <w:p w14:paraId="131F2E8C" w14:textId="77777777" w:rsidR="00443CCA" w:rsidRPr="0071221F" w:rsidRDefault="00443CCA" w:rsidP="00443CCA">
      <w:pPr>
        <w:pStyle w:val="BUbold"/>
        <w:rPr>
          <w:b w:val="0"/>
          <w:iCs/>
          <w:color w:val="000000" w:themeColor="text1"/>
        </w:rPr>
      </w:pPr>
    </w:p>
    <w:p w14:paraId="0EEE0C65" w14:textId="1D121555" w:rsidR="00EE46D4" w:rsidRPr="0071221F" w:rsidRDefault="00A769D9" w:rsidP="00EE46D4">
      <w:pPr>
        <w:pStyle w:val="BUbold"/>
        <w:rPr>
          <w:iCs/>
          <w:color w:val="000000" w:themeColor="text1"/>
        </w:rPr>
      </w:pPr>
      <w:r w:rsidRPr="0071221F">
        <w:rPr>
          <w:noProof/>
          <w:color w:val="000000" w:themeColor="text1"/>
        </w:rPr>
        <w:drawing>
          <wp:inline distT="0" distB="0" distL="0" distR="0" wp14:anchorId="7FAD0A96" wp14:editId="156EBB16">
            <wp:extent cx="2473200" cy="1386000"/>
            <wp:effectExtent l="0" t="0" r="3810" b="0"/>
            <wp:docPr id="7" name="Grafik 7" descr="Ein Bild, das Handkar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Handkarr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2473200" cy="1386000"/>
                    </a:xfrm>
                    <a:prstGeom prst="rect">
                      <a:avLst/>
                    </a:prstGeom>
                  </pic:spPr>
                </pic:pic>
              </a:graphicData>
            </a:graphic>
          </wp:inline>
        </w:drawing>
      </w:r>
      <w:r w:rsidRPr="0071221F">
        <w:rPr>
          <w:color w:val="000000" w:themeColor="text1"/>
        </w:rPr>
        <w:br/>
      </w:r>
      <w:r w:rsidR="00340FD8" w:rsidRPr="00340FD8">
        <w:rPr>
          <w:color w:val="000000" w:themeColor="text1"/>
        </w:rPr>
        <w:t>BENNINGHOVEN_hot gas generator_0</w:t>
      </w:r>
      <w:r w:rsidR="00340FD8">
        <w:rPr>
          <w:color w:val="000000" w:themeColor="text1"/>
        </w:rPr>
        <w:t>2</w:t>
      </w:r>
    </w:p>
    <w:p w14:paraId="6C02EA44" w14:textId="5D5E2D12" w:rsidR="00543829" w:rsidRPr="0071221F" w:rsidRDefault="00543829" w:rsidP="00C00B21">
      <w:pPr>
        <w:pStyle w:val="BUbold"/>
        <w:rPr>
          <w:b w:val="0"/>
          <w:iCs/>
          <w:color w:val="000000" w:themeColor="text1"/>
        </w:rPr>
      </w:pPr>
      <w:r w:rsidRPr="0071221F">
        <w:rPr>
          <w:b w:val="0"/>
          <w:color w:val="000000" w:themeColor="text1"/>
        </w:rPr>
        <w:t>Calentamiento indirecto y, por tanto, cuidadoso con el material: a diferencia del mineral blanco del tambor de secado, el material reciclado se calienta indirectamente con gas caliente.</w:t>
      </w:r>
    </w:p>
    <w:p w14:paraId="72F84FCF" w14:textId="77777777" w:rsidR="00BD511E" w:rsidRPr="0071221F" w:rsidRDefault="00BD511E" w:rsidP="00BD511E">
      <w:pPr>
        <w:pStyle w:val="BUbold"/>
        <w:rPr>
          <w:b w:val="0"/>
          <w:iCs/>
          <w:color w:val="000000" w:themeColor="text1"/>
        </w:rPr>
      </w:pPr>
    </w:p>
    <w:p w14:paraId="6F7FC9EB" w14:textId="0727B267" w:rsidR="00BD25D1" w:rsidRPr="0071221F" w:rsidRDefault="00BD511E" w:rsidP="00C00B21">
      <w:pPr>
        <w:pStyle w:val="BUbold"/>
        <w:rPr>
          <w:b w:val="0"/>
          <w:iCs/>
          <w:color w:val="000000" w:themeColor="text1"/>
        </w:rPr>
      </w:pPr>
      <w:r w:rsidRPr="0071221F">
        <w:rPr>
          <w:b w:val="0"/>
          <w:noProof/>
          <w:color w:val="000000" w:themeColor="text1"/>
        </w:rPr>
        <w:drawing>
          <wp:inline distT="0" distB="0" distL="0" distR="0" wp14:anchorId="5F4B71B0" wp14:editId="5EA28DB2">
            <wp:extent cx="2464000" cy="138600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a:stretch>
                      <a:fillRect/>
                    </a:stretch>
                  </pic:blipFill>
                  <pic:spPr bwMode="auto">
                    <a:xfrm>
                      <a:off x="0" y="0"/>
                      <a:ext cx="2464000" cy="1386000"/>
                    </a:xfrm>
                    <a:prstGeom prst="rect">
                      <a:avLst/>
                    </a:prstGeom>
                    <a:ln>
                      <a:noFill/>
                    </a:ln>
                    <a:extLst>
                      <a:ext uri="{53640926-AAD7-44D8-BBD7-CCE9431645EC}">
                        <a14:shadowObscured xmlns:a14="http://schemas.microsoft.com/office/drawing/2010/main"/>
                      </a:ext>
                    </a:extLst>
                  </pic:spPr>
                </pic:pic>
              </a:graphicData>
            </a:graphic>
          </wp:inline>
        </w:drawing>
      </w:r>
    </w:p>
    <w:p w14:paraId="3C042C63" w14:textId="687F26DC" w:rsidR="00BD511E" w:rsidRPr="0071221F" w:rsidRDefault="00340FD8" w:rsidP="00BD511E">
      <w:pPr>
        <w:pStyle w:val="BUnormal"/>
        <w:spacing w:after="0"/>
        <w:rPr>
          <w:color w:val="000000" w:themeColor="text1"/>
        </w:rPr>
      </w:pPr>
      <w:r w:rsidRPr="00340FD8">
        <w:rPr>
          <w:b/>
          <w:color w:val="000000" w:themeColor="text1"/>
          <w:szCs w:val="24"/>
        </w:rPr>
        <w:t>BENNINGHOVEN_hot gas generator_0</w:t>
      </w:r>
      <w:r>
        <w:rPr>
          <w:b/>
          <w:color w:val="000000" w:themeColor="text1"/>
          <w:szCs w:val="24"/>
        </w:rPr>
        <w:t>3_EN</w:t>
      </w:r>
      <w:r>
        <w:rPr>
          <w:b/>
          <w:color w:val="000000" w:themeColor="text1"/>
          <w:szCs w:val="24"/>
        </w:rPr>
        <w:br/>
      </w:r>
      <w:r w:rsidR="00BD511E" w:rsidRPr="0071221F">
        <w:rPr>
          <w:color w:val="000000" w:themeColor="text1"/>
        </w:rPr>
        <w:t xml:space="preserve">El generador de gas caliente de Benninghoven - explicado en el vídeo por Steven Mac Nelly, director de Investigación y Desarrollo: </w:t>
      </w:r>
    </w:p>
    <w:p w14:paraId="6C37030A" w14:textId="1DAAE33F" w:rsidR="00BD511E" w:rsidRPr="0071221F" w:rsidRDefault="00575C57" w:rsidP="00BD511E">
      <w:pPr>
        <w:pStyle w:val="BUnormal"/>
        <w:spacing w:after="0"/>
        <w:rPr>
          <w:bCs/>
          <w:iCs/>
          <w:color w:val="000000" w:themeColor="text1"/>
          <w:u w:val="single"/>
        </w:rPr>
      </w:pPr>
      <w:hyperlink r:id="rId11" w:history="1">
        <w:r w:rsidR="00E11D4F" w:rsidRPr="0071221F">
          <w:rPr>
            <w:color w:val="000000" w:themeColor="text1"/>
            <w:u w:val="single"/>
          </w:rPr>
          <w:t>https://www.youtube.com/watch?v=JdDRhhQJ84g</w:t>
        </w:r>
      </w:hyperlink>
      <w:r w:rsidR="00E11D4F" w:rsidRPr="0071221F">
        <w:rPr>
          <w:color w:val="000000" w:themeColor="text1"/>
        </w:rPr>
        <w:t xml:space="preserve"> </w:t>
      </w:r>
    </w:p>
    <w:p w14:paraId="407ED6D1" w14:textId="77777777" w:rsidR="00BD511E" w:rsidRPr="0071221F" w:rsidRDefault="00BD511E" w:rsidP="00BD511E">
      <w:pPr>
        <w:pStyle w:val="Note"/>
        <w:spacing w:before="0" w:after="0"/>
        <w:rPr>
          <w:color w:val="000000" w:themeColor="text1"/>
          <w:lang w:eastAsia="de-DE"/>
        </w:rPr>
      </w:pPr>
    </w:p>
    <w:p w14:paraId="61FDF8A5" w14:textId="77777777" w:rsidR="00C13A15" w:rsidRPr="0071221F" w:rsidRDefault="00C13A15" w:rsidP="00BD511E">
      <w:pPr>
        <w:pStyle w:val="Note"/>
        <w:spacing w:before="0" w:after="0"/>
        <w:rPr>
          <w:color w:val="000000" w:themeColor="text1"/>
          <w:lang w:eastAsia="de-DE"/>
        </w:rPr>
      </w:pPr>
    </w:p>
    <w:p w14:paraId="04824B2F" w14:textId="34E2204D" w:rsidR="00F74540" w:rsidRPr="0071221F" w:rsidRDefault="00E15EBE" w:rsidP="00BD511E">
      <w:pPr>
        <w:pStyle w:val="Note"/>
        <w:spacing w:before="0" w:after="0"/>
        <w:rPr>
          <w:color w:val="000000" w:themeColor="text1"/>
        </w:rPr>
      </w:pPr>
      <w:r w:rsidRPr="0071221F">
        <w:rPr>
          <w:color w:val="000000" w:themeColor="text1"/>
        </w:rPr>
        <w:t>Nota: Estas fotos son solo para la vista previa. Para publicaciones impresas, deben usarse las fotos con una resolución de 300 dpi que están disponibles para su descarga en las páginas web del Wirtgen Group.</w:t>
      </w:r>
    </w:p>
    <w:p w14:paraId="7959FF50" w14:textId="77777777" w:rsidR="00BD511E" w:rsidRPr="0071221F" w:rsidRDefault="00BD511E" w:rsidP="00BD511E">
      <w:pPr>
        <w:pStyle w:val="Standardabsatz"/>
        <w:rPr>
          <w:color w:val="000000" w:themeColor="text1"/>
        </w:rPr>
      </w:pPr>
    </w:p>
    <w:p w14:paraId="7AC7E16F" w14:textId="77777777" w:rsidR="00492753" w:rsidRPr="0071221F" w:rsidRDefault="00492753">
      <w:pPr>
        <w:rPr>
          <w:rFonts w:eastAsiaTheme="minorHAnsi" w:cstheme="minorBidi"/>
          <w:b/>
          <w:iCs/>
          <w:color w:val="000000" w:themeColor="text1"/>
          <w:sz w:val="22"/>
          <w:szCs w:val="24"/>
        </w:rPr>
      </w:pPr>
      <w:r w:rsidRPr="0071221F">
        <w:br w:type="page"/>
      </w:r>
    </w:p>
    <w:p w14:paraId="55931FB8" w14:textId="0EBCC46A" w:rsidR="00E15EBE" w:rsidRPr="0071221F" w:rsidRDefault="00E15EBE" w:rsidP="00E15EBE">
      <w:pPr>
        <w:pStyle w:val="Absatzberschrift"/>
        <w:rPr>
          <w:iCs/>
          <w:color w:val="000000" w:themeColor="text1"/>
        </w:rPr>
      </w:pPr>
      <w:r w:rsidRPr="0071221F">
        <w:rPr>
          <w:color w:val="000000" w:themeColor="text1"/>
        </w:rPr>
        <w:lastRenderedPageBreak/>
        <w:t>Para mayor información consultar con:</w:t>
      </w:r>
    </w:p>
    <w:p w14:paraId="0834BAC7" w14:textId="77777777" w:rsidR="00E15EBE" w:rsidRPr="0071221F" w:rsidRDefault="00E15EBE" w:rsidP="00E15EBE">
      <w:pPr>
        <w:pStyle w:val="Absatzberschrift"/>
        <w:rPr>
          <w:color w:val="000000" w:themeColor="text1"/>
        </w:rPr>
      </w:pPr>
    </w:p>
    <w:p w14:paraId="69EE0B1B" w14:textId="77777777" w:rsidR="00E15EBE" w:rsidRPr="0071221F" w:rsidRDefault="00E15EBE" w:rsidP="00E15EBE">
      <w:pPr>
        <w:pStyle w:val="Absatzberschrift"/>
        <w:rPr>
          <w:b w:val="0"/>
          <w:bCs/>
          <w:color w:val="000000" w:themeColor="text1"/>
          <w:szCs w:val="22"/>
        </w:rPr>
      </w:pPr>
      <w:r w:rsidRPr="0071221F">
        <w:rPr>
          <w:b w:val="0"/>
          <w:color w:val="000000" w:themeColor="text1"/>
        </w:rPr>
        <w:t>WIRTGEN GROUP</w:t>
      </w:r>
    </w:p>
    <w:p w14:paraId="6C2CE818" w14:textId="77777777" w:rsidR="00E15EBE" w:rsidRPr="0071221F" w:rsidRDefault="00E15EBE" w:rsidP="00E15EBE">
      <w:pPr>
        <w:pStyle w:val="Fuzeile1"/>
        <w:rPr>
          <w:color w:val="000000" w:themeColor="text1"/>
        </w:rPr>
      </w:pPr>
      <w:r w:rsidRPr="0071221F">
        <w:rPr>
          <w:color w:val="000000" w:themeColor="text1"/>
        </w:rPr>
        <w:t>Relaciones públicas</w:t>
      </w:r>
    </w:p>
    <w:p w14:paraId="11D0C008" w14:textId="77777777" w:rsidR="00E15EBE" w:rsidRPr="0071221F" w:rsidRDefault="00E15EBE" w:rsidP="00E15EBE">
      <w:pPr>
        <w:pStyle w:val="Fuzeile1"/>
        <w:rPr>
          <w:color w:val="000000" w:themeColor="text1"/>
        </w:rPr>
      </w:pPr>
      <w:r w:rsidRPr="0071221F">
        <w:rPr>
          <w:color w:val="000000" w:themeColor="text1"/>
        </w:rPr>
        <w:t>Reinhard-Wirtgen-Straße 2</w:t>
      </w:r>
    </w:p>
    <w:p w14:paraId="1063A82F" w14:textId="77777777" w:rsidR="00E15EBE" w:rsidRPr="0071221F" w:rsidRDefault="00E15EBE" w:rsidP="00E15EBE">
      <w:pPr>
        <w:pStyle w:val="Fuzeile1"/>
        <w:rPr>
          <w:color w:val="000000" w:themeColor="text1"/>
        </w:rPr>
      </w:pPr>
      <w:r w:rsidRPr="0071221F">
        <w:rPr>
          <w:color w:val="000000" w:themeColor="text1"/>
        </w:rPr>
        <w:t>53578 Windhagen</w:t>
      </w:r>
    </w:p>
    <w:p w14:paraId="5A37CC2B" w14:textId="77777777" w:rsidR="00E15EBE" w:rsidRPr="0071221F" w:rsidRDefault="00E15EBE" w:rsidP="00E15EBE">
      <w:pPr>
        <w:pStyle w:val="Fuzeile1"/>
        <w:rPr>
          <w:color w:val="000000" w:themeColor="text1"/>
        </w:rPr>
      </w:pPr>
      <w:r w:rsidRPr="0071221F">
        <w:rPr>
          <w:color w:val="000000" w:themeColor="text1"/>
        </w:rPr>
        <w:t>Alemania</w:t>
      </w:r>
    </w:p>
    <w:p w14:paraId="29A07732" w14:textId="77777777" w:rsidR="00E15EBE" w:rsidRPr="0071221F" w:rsidRDefault="00E15EBE" w:rsidP="00E15EBE">
      <w:pPr>
        <w:pStyle w:val="Fuzeile1"/>
        <w:rPr>
          <w:color w:val="000000" w:themeColor="text1"/>
        </w:rPr>
      </w:pPr>
    </w:p>
    <w:p w14:paraId="0C099062" w14:textId="77777777" w:rsidR="00E15EBE" w:rsidRPr="0071221F" w:rsidRDefault="00E15EBE" w:rsidP="00E15EBE">
      <w:pPr>
        <w:pStyle w:val="Fuzeile1"/>
        <w:rPr>
          <w:rFonts w:ascii="Times New Roman" w:hAnsi="Times New Roman" w:cs="Times New Roman"/>
          <w:color w:val="000000" w:themeColor="text1"/>
        </w:rPr>
      </w:pPr>
      <w:r w:rsidRPr="0071221F">
        <w:rPr>
          <w:color w:val="000000" w:themeColor="text1"/>
        </w:rPr>
        <w:t xml:space="preserve">Teléfono: +49 (0) 2645 131 – 1966 </w:t>
      </w:r>
    </w:p>
    <w:p w14:paraId="65F4C38F" w14:textId="77777777" w:rsidR="00E15EBE" w:rsidRPr="0071221F" w:rsidRDefault="00E15EBE" w:rsidP="00E15EBE">
      <w:pPr>
        <w:pStyle w:val="Fuzeile1"/>
        <w:rPr>
          <w:color w:val="000000" w:themeColor="text1"/>
        </w:rPr>
      </w:pPr>
      <w:r w:rsidRPr="0071221F">
        <w:rPr>
          <w:color w:val="000000" w:themeColor="text1"/>
        </w:rPr>
        <w:t>Fax: +49 (0) 2645 131 – 499</w:t>
      </w:r>
    </w:p>
    <w:p w14:paraId="79FF3B7C" w14:textId="0C549577" w:rsidR="00E15EBE" w:rsidRPr="0071221F" w:rsidRDefault="00E15EBE" w:rsidP="00E15EBE">
      <w:pPr>
        <w:pStyle w:val="Fuzeile1"/>
        <w:rPr>
          <w:color w:val="000000" w:themeColor="text1"/>
        </w:rPr>
      </w:pPr>
      <w:r w:rsidRPr="0071221F">
        <w:rPr>
          <w:color w:val="000000" w:themeColor="text1"/>
        </w:rPr>
        <w:t>Correo electrónico: PR@wirtgen-group.comPR@wirtgen-group.com</w:t>
      </w:r>
    </w:p>
    <w:p w14:paraId="4F99EB86" w14:textId="77777777" w:rsidR="00E15EBE" w:rsidRPr="0071221F" w:rsidRDefault="00E15EBE" w:rsidP="00E15EBE">
      <w:pPr>
        <w:pStyle w:val="Fuzeile1"/>
        <w:rPr>
          <w:color w:val="000000" w:themeColor="text1"/>
        </w:rPr>
      </w:pPr>
    </w:p>
    <w:p w14:paraId="3D604A55" w14:textId="53BC3A5B" w:rsidR="00F048D4" w:rsidRPr="00451263" w:rsidRDefault="00E15EBE" w:rsidP="00F74540">
      <w:pPr>
        <w:pStyle w:val="Fuzeile1"/>
        <w:rPr>
          <w:color w:val="000000" w:themeColor="text1"/>
        </w:rPr>
      </w:pPr>
      <w:r w:rsidRPr="0071221F">
        <w:rPr>
          <w:color w:val="000000" w:themeColor="text1"/>
        </w:rPr>
        <w:t>www.wirtgen-group.com</w:t>
      </w:r>
    </w:p>
    <w:sectPr w:rsidR="00F048D4" w:rsidRPr="0045126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7C694" w14:textId="77777777" w:rsidR="00575C57" w:rsidRPr="0071221F" w:rsidRDefault="00575C57" w:rsidP="00E55534">
      <w:r w:rsidRPr="0071221F">
        <w:separator/>
      </w:r>
    </w:p>
  </w:endnote>
  <w:endnote w:type="continuationSeparator" w:id="0">
    <w:p w14:paraId="2AD19EFA" w14:textId="77777777" w:rsidR="00575C57" w:rsidRPr="0071221F" w:rsidRDefault="00575C57" w:rsidP="00E55534">
      <w:r w:rsidRPr="0071221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36AB9" w14:textId="77777777" w:rsidR="0049490F" w:rsidRPr="0071221F" w:rsidRDefault="004949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1221F" w14:paraId="09CC4821" w14:textId="77777777" w:rsidTr="00723F4F">
      <w:trPr>
        <w:trHeight w:hRule="exact" w:val="227"/>
      </w:trPr>
      <w:tc>
        <w:tcPr>
          <w:tcW w:w="8364" w:type="dxa"/>
          <w:shd w:val="clear" w:color="auto" w:fill="auto"/>
        </w:tcPr>
        <w:p w14:paraId="76C581C2" w14:textId="77777777" w:rsidR="00533132" w:rsidRPr="0071221F" w:rsidRDefault="00533132" w:rsidP="00723F4F">
          <w:pPr>
            <w:pStyle w:val="Kolumnentitel"/>
            <w:rPr>
              <w:szCs w:val="20"/>
            </w:rPr>
          </w:pPr>
          <w:r w:rsidRPr="0071221F">
            <w:rPr>
              <w:rStyle w:val="MittleresRaster11"/>
            </w:rPr>
            <w:t xml:space="preserve">     </w:t>
          </w:r>
        </w:p>
      </w:tc>
      <w:tc>
        <w:tcPr>
          <w:tcW w:w="1160" w:type="dxa"/>
          <w:shd w:val="clear" w:color="auto" w:fill="auto"/>
        </w:tcPr>
        <w:p w14:paraId="120FF8E6" w14:textId="77777777" w:rsidR="00533132" w:rsidRPr="0071221F" w:rsidRDefault="00533132" w:rsidP="00723F4F">
          <w:pPr>
            <w:pStyle w:val="Seitenzahlen"/>
            <w:rPr>
              <w:szCs w:val="20"/>
            </w:rPr>
          </w:pPr>
          <w:r w:rsidRPr="0071221F">
            <w:fldChar w:fldCharType="begin"/>
          </w:r>
          <w:r w:rsidRPr="0071221F">
            <w:instrText xml:space="preserve"> </w:instrText>
          </w:r>
          <w:r w:rsidR="00BD5391" w:rsidRPr="0071221F">
            <w:instrText>PAGE</w:instrText>
          </w:r>
          <w:r w:rsidRPr="0071221F">
            <w:instrText xml:space="preserve"> \# "</w:instrText>
          </w:r>
          <w:r w:rsidR="00BD5391" w:rsidRPr="0071221F">
            <w:instrText>00</w:instrText>
          </w:r>
          <w:r w:rsidRPr="0071221F">
            <w:instrText>"</w:instrText>
          </w:r>
          <w:r w:rsidRPr="0071221F">
            <w:fldChar w:fldCharType="separate"/>
          </w:r>
          <w:r w:rsidR="00D37CF4" w:rsidRPr="0071221F">
            <w:t>02</w:t>
          </w:r>
          <w:r w:rsidRPr="0071221F">
            <w:fldChar w:fldCharType="end"/>
          </w:r>
        </w:p>
      </w:tc>
    </w:tr>
  </w:tbl>
  <w:p w14:paraId="7CF7D2C8" w14:textId="77777777" w:rsidR="00533132" w:rsidRPr="0071221F" w:rsidRDefault="00BD5391">
    <w:pPr>
      <w:pStyle w:val="Fuzeile"/>
    </w:pPr>
    <w:r w:rsidRPr="0071221F">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1221F" w14:paraId="7F336EBB" w14:textId="77777777" w:rsidTr="00723F4F">
      <w:tc>
        <w:tcPr>
          <w:tcW w:w="9664" w:type="dxa"/>
          <w:shd w:val="clear" w:color="auto" w:fill="auto"/>
        </w:tcPr>
        <w:p w14:paraId="319012F1" w14:textId="77777777" w:rsidR="00533132" w:rsidRPr="0071221F" w:rsidRDefault="00533132" w:rsidP="00723F4F">
          <w:pPr>
            <w:pStyle w:val="Fuzeile"/>
            <w:spacing w:before="96" w:after="96"/>
            <w:rPr>
              <w:szCs w:val="20"/>
            </w:rPr>
          </w:pPr>
          <w:r w:rsidRPr="0071221F">
            <w:rPr>
              <w:rStyle w:val="Hervorhebung"/>
            </w:rPr>
            <w:t>WIRTGEN GmbH</w:t>
          </w:r>
          <w:r w:rsidRPr="0071221F">
            <w:t xml:space="preserve"> · Reinhard-Wirtgen-Str. 2 · D-53578 Windhagen · T: +49 26 45 / 131 0</w:t>
          </w:r>
        </w:p>
      </w:tc>
    </w:tr>
  </w:tbl>
  <w:p w14:paraId="732BEB33" w14:textId="77777777" w:rsidR="00533132" w:rsidRPr="0071221F" w:rsidRDefault="00BD5391">
    <w:pPr>
      <w:pStyle w:val="Fuzeile"/>
    </w:pPr>
    <w:r w:rsidRPr="0071221F">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7BA5D" w14:textId="77777777" w:rsidR="00575C57" w:rsidRPr="0071221F" w:rsidRDefault="00575C57" w:rsidP="00E55534">
      <w:r w:rsidRPr="0071221F">
        <w:separator/>
      </w:r>
    </w:p>
  </w:footnote>
  <w:footnote w:type="continuationSeparator" w:id="0">
    <w:p w14:paraId="202A85D9" w14:textId="77777777" w:rsidR="00575C57" w:rsidRPr="0071221F" w:rsidRDefault="00575C57" w:rsidP="00E55534">
      <w:r w:rsidRPr="0071221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43CE" w14:textId="136A2F27" w:rsidR="0049490F" w:rsidRPr="0071221F" w:rsidRDefault="0049490F">
    <w:pPr>
      <w:pStyle w:val="Kopfzeile"/>
    </w:pPr>
    <w:r w:rsidRPr="0071221F">
      <w:rPr>
        <w:noProof/>
      </w:rPr>
      <mc:AlternateContent>
        <mc:Choice Requires="wps">
          <w:drawing>
            <wp:anchor distT="0" distB="0" distL="0" distR="0" simplePos="0" relativeHeight="251662336" behindDoc="0" locked="0" layoutInCell="1" allowOverlap="1" wp14:anchorId="6B9FAAC8" wp14:editId="78284E81">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B9FAAC8" id="_x0000_t202" coordsize="21600,21600" o:spt="202" path="m,l,21600r21600,l21600,xe">
              <v:stroke joinstyle="miter"/>
              <v:path gradientshapeok="t" o:connecttype="rect"/>
            </v:shapetype>
            <v:shape id="Textfeld 9"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CD5A671" w:rsidR="00533132" w:rsidRPr="0071221F" w:rsidRDefault="0049490F" w:rsidP="00533132">
    <w:pPr>
      <w:pStyle w:val="Kopfzeile"/>
    </w:pPr>
    <w:r w:rsidRPr="0071221F">
      <w:rPr>
        <w:noProof/>
      </w:rPr>
      <mc:AlternateContent>
        <mc:Choice Requires="wps">
          <w:drawing>
            <wp:anchor distT="0" distB="0" distL="0" distR="0" simplePos="0" relativeHeight="251663360" behindDoc="0" locked="0" layoutInCell="1" allowOverlap="1" wp14:anchorId="7B5EF7F1" wp14:editId="27474890">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B5EF7F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 xml:space="preserve">Company </w:t>
                    </w:r>
                    <w:r>
                      <w:rPr>
                        <w:rFonts w:ascii="Calibri" w:hAnsi="Calibri"/>
                        <w:color w:val="FF0000"/>
                        <w:sz w:val="20"/>
                      </w:rPr>
                      <w:t>Use</w:t>
                    </w:r>
                  </w:p>
                </w:txbxContent>
              </v:textbox>
              <w10:wrap type="square" anchorx="margin"/>
            </v:shape>
          </w:pict>
        </mc:Fallback>
      </mc:AlternateContent>
    </w:r>
    <w:r w:rsidRPr="0071221F">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D870C59" w:rsidR="00533132" w:rsidRPr="0071221F" w:rsidRDefault="0049490F">
    <w:pPr>
      <w:pStyle w:val="Kopfzeile"/>
    </w:pPr>
    <w:r w:rsidRPr="0071221F">
      <w:rPr>
        <w:noProof/>
      </w:rPr>
      <mc:AlternateContent>
        <mc:Choice Requires="wps">
          <w:drawing>
            <wp:anchor distT="0" distB="0" distL="0" distR="0" simplePos="0" relativeHeight="251661312" behindDoc="0" locked="0" layoutInCell="1" allowOverlap="1" wp14:anchorId="20F19444" wp14:editId="25B4667F">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F19444" id="_x0000_t202" coordsize="21600,21600" o:spt="202" path="m,l,21600r21600,l21600,xe">
              <v:stroke joinstyle="miter"/>
              <v:path gradientshapeok="t" o:connecttype="rect"/>
            </v:shapetype>
            <v:shape id="Textfeld 8"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 xml:space="preserve">Company </w:t>
                    </w:r>
                    <w:r>
                      <w:rPr>
                        <w:rFonts w:ascii="Calibri" w:hAnsi="Calibri"/>
                        <w:color w:val="FF0000"/>
                        <w:sz w:val="20"/>
                      </w:rPr>
                      <w:t>Use</w:t>
                    </w:r>
                  </w:p>
                </w:txbxContent>
              </v:textbox>
              <w10:wrap type="square" anchorx="margin"/>
            </v:shape>
          </w:pict>
        </mc:Fallback>
      </mc:AlternateContent>
    </w:r>
    <w:r w:rsidRPr="0071221F">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Pr="0071221F">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1221F">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00pt;height:1500pt" o:bullet="t">
        <v:imagedata r:id="rId1" o:title="AZ_04a"/>
      </v:shape>
    </w:pict>
  </w:numPicBullet>
  <w:numPicBullet w:numPicBulletId="1">
    <w:pict>
      <v:shape id="_x0000_i1067" type="#_x0000_t75" style="width:8pt;height:8pt" o:bullet="t">
        <v:imagedata r:id="rId2" o:title="aufzählung"/>
      </v:shape>
    </w:pict>
  </w:numPicBullet>
  <w:abstractNum w:abstractNumId="0" w15:restartNumberingAfterBreak="0">
    <w:nsid w:val="FFFFFF7C"/>
    <w:multiLevelType w:val="singleLevel"/>
    <w:tmpl w:val="DAF8D61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F3C077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16EE05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0AD4D6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0A025F7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424851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AE6A33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98A413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84514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B704955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437"/>
    <w:rsid w:val="0000551D"/>
    <w:rsid w:val="0000745C"/>
    <w:rsid w:val="000148B3"/>
    <w:rsid w:val="00042106"/>
    <w:rsid w:val="00047502"/>
    <w:rsid w:val="0005285B"/>
    <w:rsid w:val="00055529"/>
    <w:rsid w:val="00062C3A"/>
    <w:rsid w:val="00066D09"/>
    <w:rsid w:val="0009665C"/>
    <w:rsid w:val="000A0479"/>
    <w:rsid w:val="000A36D9"/>
    <w:rsid w:val="000A4C7D"/>
    <w:rsid w:val="000B582B"/>
    <w:rsid w:val="000D15C3"/>
    <w:rsid w:val="000E24F8"/>
    <w:rsid w:val="000E5738"/>
    <w:rsid w:val="00103205"/>
    <w:rsid w:val="00105ACB"/>
    <w:rsid w:val="00115F78"/>
    <w:rsid w:val="0011795C"/>
    <w:rsid w:val="0012026F"/>
    <w:rsid w:val="00124C01"/>
    <w:rsid w:val="00130601"/>
    <w:rsid w:val="00132055"/>
    <w:rsid w:val="00146C3D"/>
    <w:rsid w:val="00153B47"/>
    <w:rsid w:val="00155F76"/>
    <w:rsid w:val="001613A6"/>
    <w:rsid w:val="001614F0"/>
    <w:rsid w:val="001616F4"/>
    <w:rsid w:val="00162214"/>
    <w:rsid w:val="0018021A"/>
    <w:rsid w:val="00194FB1"/>
    <w:rsid w:val="001B16BB"/>
    <w:rsid w:val="001B1DC7"/>
    <w:rsid w:val="001B34EE"/>
    <w:rsid w:val="001B3C32"/>
    <w:rsid w:val="001C1A3E"/>
    <w:rsid w:val="001E1431"/>
    <w:rsid w:val="001E3B66"/>
    <w:rsid w:val="00200355"/>
    <w:rsid w:val="0020382F"/>
    <w:rsid w:val="0021351D"/>
    <w:rsid w:val="002144A7"/>
    <w:rsid w:val="00253A2E"/>
    <w:rsid w:val="002603EC"/>
    <w:rsid w:val="002611FE"/>
    <w:rsid w:val="002743E2"/>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0FD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3C35"/>
    <w:rsid w:val="003F57AB"/>
    <w:rsid w:val="00400FD9"/>
    <w:rsid w:val="004016F7"/>
    <w:rsid w:val="00403373"/>
    <w:rsid w:val="00406C81"/>
    <w:rsid w:val="00412545"/>
    <w:rsid w:val="0041475A"/>
    <w:rsid w:val="00417237"/>
    <w:rsid w:val="00430BB0"/>
    <w:rsid w:val="00443CCA"/>
    <w:rsid w:val="00451263"/>
    <w:rsid w:val="00456BAF"/>
    <w:rsid w:val="0046460D"/>
    <w:rsid w:val="00467F3C"/>
    <w:rsid w:val="0047498D"/>
    <w:rsid w:val="00476100"/>
    <w:rsid w:val="00487BFC"/>
    <w:rsid w:val="00492753"/>
    <w:rsid w:val="0049490F"/>
    <w:rsid w:val="004A17FC"/>
    <w:rsid w:val="004A463B"/>
    <w:rsid w:val="004C1967"/>
    <w:rsid w:val="004D23D0"/>
    <w:rsid w:val="004D2BE0"/>
    <w:rsid w:val="004E6EF5"/>
    <w:rsid w:val="004F6AE3"/>
    <w:rsid w:val="00506409"/>
    <w:rsid w:val="0052721D"/>
    <w:rsid w:val="00530E32"/>
    <w:rsid w:val="00533132"/>
    <w:rsid w:val="00537210"/>
    <w:rsid w:val="00543829"/>
    <w:rsid w:val="00551315"/>
    <w:rsid w:val="005649F4"/>
    <w:rsid w:val="005710C8"/>
    <w:rsid w:val="005711A3"/>
    <w:rsid w:val="00571A5C"/>
    <w:rsid w:val="00573B2B"/>
    <w:rsid w:val="00575C57"/>
    <w:rsid w:val="005776E9"/>
    <w:rsid w:val="00587AD9"/>
    <w:rsid w:val="005909A8"/>
    <w:rsid w:val="00593841"/>
    <w:rsid w:val="005A17D8"/>
    <w:rsid w:val="005A4F04"/>
    <w:rsid w:val="005B5793"/>
    <w:rsid w:val="005C4E86"/>
    <w:rsid w:val="005C6B30"/>
    <w:rsid w:val="005C71EC"/>
    <w:rsid w:val="005D4AE1"/>
    <w:rsid w:val="005E764C"/>
    <w:rsid w:val="005E7F7D"/>
    <w:rsid w:val="006063D4"/>
    <w:rsid w:val="00623B37"/>
    <w:rsid w:val="006330A2"/>
    <w:rsid w:val="00642EB6"/>
    <w:rsid w:val="006433E2"/>
    <w:rsid w:val="00651E5D"/>
    <w:rsid w:val="006568E0"/>
    <w:rsid w:val="00677F11"/>
    <w:rsid w:val="00682B1A"/>
    <w:rsid w:val="00690D7C"/>
    <w:rsid w:val="00690DFE"/>
    <w:rsid w:val="006B225F"/>
    <w:rsid w:val="006B3EEC"/>
    <w:rsid w:val="006C0C87"/>
    <w:rsid w:val="006C321B"/>
    <w:rsid w:val="006D6CC6"/>
    <w:rsid w:val="006D7EAC"/>
    <w:rsid w:val="006E0104"/>
    <w:rsid w:val="006F7602"/>
    <w:rsid w:val="0071221F"/>
    <w:rsid w:val="00722A17"/>
    <w:rsid w:val="00723F4F"/>
    <w:rsid w:val="00754B80"/>
    <w:rsid w:val="00755AE0"/>
    <w:rsid w:val="0075761B"/>
    <w:rsid w:val="00757B83"/>
    <w:rsid w:val="00774358"/>
    <w:rsid w:val="00776105"/>
    <w:rsid w:val="00791A69"/>
    <w:rsid w:val="0079462A"/>
    <w:rsid w:val="00794830"/>
    <w:rsid w:val="00797CAA"/>
    <w:rsid w:val="007A2B6F"/>
    <w:rsid w:val="007A6BD2"/>
    <w:rsid w:val="007C2658"/>
    <w:rsid w:val="007D59A2"/>
    <w:rsid w:val="007E20D0"/>
    <w:rsid w:val="007E3DAB"/>
    <w:rsid w:val="008053B3"/>
    <w:rsid w:val="0081032E"/>
    <w:rsid w:val="00820315"/>
    <w:rsid w:val="00822ABE"/>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431F"/>
    <w:rsid w:val="008D2B87"/>
    <w:rsid w:val="008D770E"/>
    <w:rsid w:val="0090337E"/>
    <w:rsid w:val="009049D8"/>
    <w:rsid w:val="00910609"/>
    <w:rsid w:val="00915841"/>
    <w:rsid w:val="009328FA"/>
    <w:rsid w:val="00936A78"/>
    <w:rsid w:val="009375E1"/>
    <w:rsid w:val="009405D6"/>
    <w:rsid w:val="0095132C"/>
    <w:rsid w:val="00952853"/>
    <w:rsid w:val="009646E4"/>
    <w:rsid w:val="00973183"/>
    <w:rsid w:val="00977EC3"/>
    <w:rsid w:val="0098631D"/>
    <w:rsid w:val="009B17A9"/>
    <w:rsid w:val="009B211F"/>
    <w:rsid w:val="009B7C05"/>
    <w:rsid w:val="009C2378"/>
    <w:rsid w:val="009C3A2A"/>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769D9"/>
    <w:rsid w:val="00A82395"/>
    <w:rsid w:val="00A9295C"/>
    <w:rsid w:val="00A977CE"/>
    <w:rsid w:val="00AA0DF7"/>
    <w:rsid w:val="00AB52F9"/>
    <w:rsid w:val="00AD131F"/>
    <w:rsid w:val="00AD32D5"/>
    <w:rsid w:val="00AD70E4"/>
    <w:rsid w:val="00AF1B62"/>
    <w:rsid w:val="00AF3B3A"/>
    <w:rsid w:val="00AF4E8E"/>
    <w:rsid w:val="00AF6569"/>
    <w:rsid w:val="00B06265"/>
    <w:rsid w:val="00B07E2F"/>
    <w:rsid w:val="00B5232A"/>
    <w:rsid w:val="00B60ED1"/>
    <w:rsid w:val="00B62CF5"/>
    <w:rsid w:val="00B71AE8"/>
    <w:rsid w:val="00B85705"/>
    <w:rsid w:val="00B874DC"/>
    <w:rsid w:val="00B90F78"/>
    <w:rsid w:val="00BD1058"/>
    <w:rsid w:val="00BD25D1"/>
    <w:rsid w:val="00BD511E"/>
    <w:rsid w:val="00BD5391"/>
    <w:rsid w:val="00BD764C"/>
    <w:rsid w:val="00BF56B2"/>
    <w:rsid w:val="00C00B21"/>
    <w:rsid w:val="00C0105B"/>
    <w:rsid w:val="00C055AB"/>
    <w:rsid w:val="00C11F95"/>
    <w:rsid w:val="00C136DF"/>
    <w:rsid w:val="00C13A15"/>
    <w:rsid w:val="00C17501"/>
    <w:rsid w:val="00C234A3"/>
    <w:rsid w:val="00C234B0"/>
    <w:rsid w:val="00C40627"/>
    <w:rsid w:val="00C43EAF"/>
    <w:rsid w:val="00C457C3"/>
    <w:rsid w:val="00C55B3A"/>
    <w:rsid w:val="00C644CA"/>
    <w:rsid w:val="00C658FC"/>
    <w:rsid w:val="00C73005"/>
    <w:rsid w:val="00C84D75"/>
    <w:rsid w:val="00C85E18"/>
    <w:rsid w:val="00C96E9F"/>
    <w:rsid w:val="00CA4A09"/>
    <w:rsid w:val="00CB71DD"/>
    <w:rsid w:val="00CC5A63"/>
    <w:rsid w:val="00CC787C"/>
    <w:rsid w:val="00CD528E"/>
    <w:rsid w:val="00CF36C9"/>
    <w:rsid w:val="00D00EC4"/>
    <w:rsid w:val="00D166AC"/>
    <w:rsid w:val="00D17C70"/>
    <w:rsid w:val="00D36BA2"/>
    <w:rsid w:val="00D37CF4"/>
    <w:rsid w:val="00D4487C"/>
    <w:rsid w:val="00D60872"/>
    <w:rsid w:val="00D63D33"/>
    <w:rsid w:val="00D73352"/>
    <w:rsid w:val="00D82EAC"/>
    <w:rsid w:val="00D935C3"/>
    <w:rsid w:val="00DA0266"/>
    <w:rsid w:val="00DA477E"/>
    <w:rsid w:val="00DB4BB0"/>
    <w:rsid w:val="00DE461D"/>
    <w:rsid w:val="00DF20B2"/>
    <w:rsid w:val="00E04039"/>
    <w:rsid w:val="00E11D4F"/>
    <w:rsid w:val="00E14608"/>
    <w:rsid w:val="00E15EBE"/>
    <w:rsid w:val="00E21E67"/>
    <w:rsid w:val="00E30EBF"/>
    <w:rsid w:val="00E316C0"/>
    <w:rsid w:val="00E31E03"/>
    <w:rsid w:val="00E360C6"/>
    <w:rsid w:val="00E451CD"/>
    <w:rsid w:val="00E51170"/>
    <w:rsid w:val="00E52D70"/>
    <w:rsid w:val="00E55534"/>
    <w:rsid w:val="00E7116D"/>
    <w:rsid w:val="00E72429"/>
    <w:rsid w:val="00E77473"/>
    <w:rsid w:val="00E914D1"/>
    <w:rsid w:val="00E960D8"/>
    <w:rsid w:val="00EA1175"/>
    <w:rsid w:val="00EB2FD6"/>
    <w:rsid w:val="00EB5FCA"/>
    <w:rsid w:val="00EE46D4"/>
    <w:rsid w:val="00F048D4"/>
    <w:rsid w:val="00F20920"/>
    <w:rsid w:val="00F23212"/>
    <w:rsid w:val="00F33B16"/>
    <w:rsid w:val="00F353EA"/>
    <w:rsid w:val="00F36C27"/>
    <w:rsid w:val="00F56318"/>
    <w:rsid w:val="00F56858"/>
    <w:rsid w:val="00F67C95"/>
    <w:rsid w:val="00F7062D"/>
    <w:rsid w:val="00F74540"/>
    <w:rsid w:val="00F75B79"/>
    <w:rsid w:val="00F82525"/>
    <w:rsid w:val="00F91AC4"/>
    <w:rsid w:val="00F97FEA"/>
    <w:rsid w:val="00FB60E1"/>
    <w:rsid w:val="00FD3768"/>
    <w:rsid w:val="00FD51E9"/>
    <w:rsid w:val="00FF089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71221F"/>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71221F"/>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71221F"/>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71221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1221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b/>
      <w:sz w:val="40"/>
      <w:szCs w:val="32"/>
      <w:lang w:eastAsia="en-US"/>
    </w:rPr>
  </w:style>
  <w:style w:type="character" w:customStyle="1" w:styleId="berschrift2Zchn">
    <w:name w:val="Überschrift 2 Zchn"/>
    <w:link w:val="berschrift2"/>
    <w:uiPriority w:val="9"/>
    <w:rsid w:val="002E765F"/>
    <w:rPr>
      <w:rFonts w:eastAsia="MS Mincho"/>
      <w:b/>
      <w:sz w:val="22"/>
      <w:szCs w:val="26"/>
      <w:lang w:eastAsia="en-US"/>
    </w:rPr>
  </w:style>
  <w:style w:type="character" w:customStyle="1" w:styleId="berschrift3Zchn">
    <w:name w:val="Überschrift 3 Zchn"/>
    <w:link w:val="berschrift3"/>
    <w:uiPriority w:val="9"/>
    <w:rsid w:val="002E765F"/>
    <w:rPr>
      <w:rFonts w:eastAsia="MS Mincho"/>
      <w:b/>
      <w:szCs w:val="24"/>
      <w:lang w:eastAsia="en-US"/>
    </w:rPr>
  </w:style>
  <w:style w:type="character" w:customStyle="1" w:styleId="berschrift4Zchn">
    <w:name w:val="Überschrift 4 Zchn"/>
    <w:link w:val="berschrift4"/>
    <w:uiPriority w:val="9"/>
    <w:rsid w:val="002E765F"/>
    <w:rPr>
      <w:rFonts w:eastAsia="MS Mincho"/>
      <w:iCs/>
      <w:sz w:val="18"/>
      <w:lang w:eastAsia="en-US"/>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rPr>
      <w:vanish w:val="0"/>
      <w:sz w:val="16"/>
      <w:szCs w:val="16"/>
      <w:lang w:eastAsia="en-US"/>
    </w:rPr>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szCs w:val="16"/>
      <w:lang w:eastAsia="en-US"/>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lang w:eastAsia="en-US"/>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eastAsia="MS Mincho"/>
      <w:b/>
      <w:color w:val="5C666F"/>
      <w:sz w:val="40"/>
      <w:szCs w:val="52"/>
      <w:lang w:eastAsia="en-US"/>
    </w:rPr>
  </w:style>
  <w:style w:type="character" w:styleId="Hervorhebung">
    <w:name w:val="Emphasis"/>
    <w:uiPriority w:val="8"/>
    <w:qFormat/>
    <w:rsid w:val="003E1CB6"/>
    <w:rPr>
      <w:b/>
      <w:i w:val="0"/>
      <w:iCs/>
      <w:vanish w:val="0"/>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eastAsia="MS Mincho"/>
      <w:iCs/>
      <w:color w:val="5C666F"/>
      <w:sz w:val="32"/>
      <w:szCs w:val="24"/>
      <w:lang w:eastAsia="en-US"/>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vanish w:val="0"/>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vanish w:val="0"/>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vanish w:val="0"/>
      <w:color w:val="41535D"/>
      <w:u w:val="single"/>
    </w:rPr>
  </w:style>
  <w:style w:type="character" w:customStyle="1" w:styleId="MittleresRaster11">
    <w:name w:val="Mittleres Raster 11"/>
    <w:uiPriority w:val="99"/>
    <w:semiHidden/>
    <w:rsid w:val="00FF52AE"/>
    <w:rPr>
      <w:vanish w:val="0"/>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vanish w:val="0"/>
      <w:color w:val="605E5C"/>
      <w:shd w:val="clear" w:color="auto" w:fill="E1DFDD"/>
    </w:rPr>
  </w:style>
  <w:style w:type="character" w:styleId="Kommentarzeichen">
    <w:name w:val="annotation reference"/>
    <w:basedOn w:val="Absatz-Standardschriftart"/>
    <w:uiPriority w:val="99"/>
    <w:semiHidden/>
    <w:unhideWhenUsed/>
    <w:rsid w:val="00D37CF4"/>
    <w:rPr>
      <w:vanish w:val="0"/>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vanish w:val="0"/>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vanish w:val="0"/>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D511E"/>
    <w:rPr>
      <w:vanish w:val="0"/>
      <w:color w:val="605E5C"/>
      <w:shd w:val="clear" w:color="auto" w:fill="E1DFDD"/>
    </w:rPr>
  </w:style>
  <w:style w:type="paragraph" w:styleId="Abbildungsverzeichnis">
    <w:name w:val="table of figures"/>
    <w:basedOn w:val="Standard"/>
    <w:next w:val="Standard"/>
    <w:uiPriority w:val="99"/>
    <w:semiHidden/>
    <w:unhideWhenUsed/>
    <w:rsid w:val="0071221F"/>
  </w:style>
  <w:style w:type="paragraph" w:styleId="Anrede">
    <w:name w:val="Salutation"/>
    <w:basedOn w:val="Standard"/>
    <w:next w:val="Standard"/>
    <w:link w:val="AnredeZchn"/>
    <w:uiPriority w:val="99"/>
    <w:semiHidden/>
    <w:unhideWhenUsed/>
    <w:rsid w:val="0071221F"/>
  </w:style>
  <w:style w:type="character" w:customStyle="1" w:styleId="AnredeZchn">
    <w:name w:val="Anrede Zchn"/>
    <w:basedOn w:val="Absatz-Standardschriftart"/>
    <w:link w:val="Anrede"/>
    <w:uiPriority w:val="99"/>
    <w:semiHidden/>
    <w:rsid w:val="0071221F"/>
    <w:rPr>
      <w:vanish w:val="0"/>
      <w:sz w:val="16"/>
      <w:szCs w:val="16"/>
      <w:lang w:eastAsia="en-US"/>
    </w:rPr>
  </w:style>
  <w:style w:type="paragraph" w:styleId="Aufzhlungszeichen">
    <w:name w:val="List Bullet"/>
    <w:basedOn w:val="Standard"/>
    <w:uiPriority w:val="99"/>
    <w:semiHidden/>
    <w:unhideWhenUsed/>
    <w:rsid w:val="0071221F"/>
    <w:pPr>
      <w:numPr>
        <w:numId w:val="26"/>
      </w:numPr>
      <w:contextualSpacing/>
    </w:pPr>
  </w:style>
  <w:style w:type="paragraph" w:styleId="Aufzhlungszeichen2">
    <w:name w:val="List Bullet 2"/>
    <w:basedOn w:val="Standard"/>
    <w:uiPriority w:val="99"/>
    <w:semiHidden/>
    <w:unhideWhenUsed/>
    <w:rsid w:val="0071221F"/>
    <w:pPr>
      <w:numPr>
        <w:numId w:val="27"/>
      </w:numPr>
      <w:contextualSpacing/>
    </w:pPr>
  </w:style>
  <w:style w:type="paragraph" w:styleId="Aufzhlungszeichen3">
    <w:name w:val="List Bullet 3"/>
    <w:basedOn w:val="Standard"/>
    <w:uiPriority w:val="99"/>
    <w:semiHidden/>
    <w:unhideWhenUsed/>
    <w:rsid w:val="0071221F"/>
    <w:pPr>
      <w:numPr>
        <w:numId w:val="28"/>
      </w:numPr>
      <w:contextualSpacing/>
    </w:pPr>
  </w:style>
  <w:style w:type="paragraph" w:styleId="Aufzhlungszeichen4">
    <w:name w:val="List Bullet 4"/>
    <w:basedOn w:val="Standard"/>
    <w:uiPriority w:val="99"/>
    <w:semiHidden/>
    <w:unhideWhenUsed/>
    <w:rsid w:val="0071221F"/>
    <w:pPr>
      <w:numPr>
        <w:numId w:val="29"/>
      </w:numPr>
      <w:contextualSpacing/>
    </w:pPr>
  </w:style>
  <w:style w:type="paragraph" w:styleId="Aufzhlungszeichen5">
    <w:name w:val="List Bullet 5"/>
    <w:basedOn w:val="Standard"/>
    <w:uiPriority w:val="99"/>
    <w:semiHidden/>
    <w:unhideWhenUsed/>
    <w:rsid w:val="0071221F"/>
    <w:pPr>
      <w:numPr>
        <w:numId w:val="30"/>
      </w:numPr>
      <w:contextualSpacing/>
    </w:pPr>
  </w:style>
  <w:style w:type="character" w:styleId="BesuchterLink">
    <w:name w:val="FollowedHyperlink"/>
    <w:basedOn w:val="Absatz-Standardschriftart"/>
    <w:uiPriority w:val="99"/>
    <w:semiHidden/>
    <w:unhideWhenUsed/>
    <w:rsid w:val="0071221F"/>
    <w:rPr>
      <w:vanish w:val="0"/>
      <w:color w:val="800080" w:themeColor="followedHyperlink"/>
      <w:u w:val="single"/>
    </w:rPr>
  </w:style>
  <w:style w:type="paragraph" w:styleId="Blocktext">
    <w:name w:val="Block Text"/>
    <w:basedOn w:val="Standard"/>
    <w:uiPriority w:val="99"/>
    <w:semiHidden/>
    <w:unhideWhenUsed/>
    <w:rsid w:val="0071221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71221F"/>
    <w:rPr>
      <w:b/>
      <w:bCs/>
      <w:i/>
      <w:iCs/>
      <w:vanish w:val="0"/>
      <w:spacing w:val="5"/>
    </w:rPr>
  </w:style>
  <w:style w:type="paragraph" w:styleId="Datum">
    <w:name w:val="Date"/>
    <w:basedOn w:val="Standard"/>
    <w:next w:val="Standard"/>
    <w:link w:val="DatumZchn"/>
    <w:uiPriority w:val="99"/>
    <w:semiHidden/>
    <w:unhideWhenUsed/>
    <w:rsid w:val="0071221F"/>
  </w:style>
  <w:style w:type="character" w:customStyle="1" w:styleId="DatumZchn">
    <w:name w:val="Datum Zchn"/>
    <w:basedOn w:val="Absatz-Standardschriftart"/>
    <w:link w:val="Datum"/>
    <w:uiPriority w:val="99"/>
    <w:semiHidden/>
    <w:rsid w:val="0071221F"/>
    <w:rPr>
      <w:vanish w:val="0"/>
      <w:sz w:val="16"/>
      <w:szCs w:val="16"/>
      <w:lang w:eastAsia="en-US"/>
    </w:rPr>
  </w:style>
  <w:style w:type="paragraph" w:styleId="Dokumentstruktur">
    <w:name w:val="Document Map"/>
    <w:basedOn w:val="Standard"/>
    <w:link w:val="DokumentstrukturZchn"/>
    <w:uiPriority w:val="99"/>
    <w:semiHidden/>
    <w:unhideWhenUsed/>
    <w:rsid w:val="0071221F"/>
    <w:rPr>
      <w:rFonts w:ascii="Segoe UI" w:hAnsi="Segoe UI" w:cs="Segoe UI"/>
    </w:rPr>
  </w:style>
  <w:style w:type="character" w:customStyle="1" w:styleId="DokumentstrukturZchn">
    <w:name w:val="Dokumentstruktur Zchn"/>
    <w:basedOn w:val="Absatz-Standardschriftart"/>
    <w:link w:val="Dokumentstruktur"/>
    <w:uiPriority w:val="99"/>
    <w:semiHidden/>
    <w:rsid w:val="0071221F"/>
    <w:rPr>
      <w:rFonts w:ascii="Segoe UI" w:hAnsi="Segoe UI" w:cs="Segoe UI"/>
      <w:vanish w:val="0"/>
      <w:sz w:val="16"/>
      <w:szCs w:val="16"/>
      <w:lang w:eastAsia="en-US"/>
    </w:rPr>
  </w:style>
  <w:style w:type="table" w:styleId="DunkleListe">
    <w:name w:val="Dark List"/>
    <w:basedOn w:val="NormaleTabelle"/>
    <w:uiPriority w:val="61"/>
    <w:semiHidden/>
    <w:unhideWhenUsed/>
    <w:rsid w:val="0071221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71221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71221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71221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71221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71221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71221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7122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71221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71221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71221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71221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71221F"/>
  </w:style>
  <w:style w:type="character" w:customStyle="1" w:styleId="E-Mail-SignaturZchn">
    <w:name w:val="E-Mail-Signatur Zchn"/>
    <w:basedOn w:val="Absatz-Standardschriftart"/>
    <w:link w:val="E-Mail-Signatur"/>
    <w:uiPriority w:val="99"/>
    <w:semiHidden/>
    <w:rsid w:val="0071221F"/>
    <w:rPr>
      <w:vanish w:val="0"/>
      <w:sz w:val="16"/>
      <w:szCs w:val="16"/>
      <w:lang w:eastAsia="en-US"/>
    </w:rPr>
  </w:style>
  <w:style w:type="paragraph" w:styleId="Endnotentext">
    <w:name w:val="endnote text"/>
    <w:basedOn w:val="Standard"/>
    <w:link w:val="EndnotentextZchn"/>
    <w:uiPriority w:val="99"/>
    <w:semiHidden/>
    <w:unhideWhenUsed/>
    <w:rsid w:val="0071221F"/>
    <w:rPr>
      <w:sz w:val="20"/>
      <w:szCs w:val="20"/>
    </w:rPr>
  </w:style>
  <w:style w:type="character" w:customStyle="1" w:styleId="EndnotentextZchn">
    <w:name w:val="Endnotentext Zchn"/>
    <w:basedOn w:val="Absatz-Standardschriftart"/>
    <w:link w:val="Endnotentext"/>
    <w:uiPriority w:val="99"/>
    <w:semiHidden/>
    <w:rsid w:val="0071221F"/>
    <w:rPr>
      <w:vanish w:val="0"/>
      <w:lang w:eastAsia="en-US"/>
    </w:rPr>
  </w:style>
  <w:style w:type="character" w:styleId="Endnotenzeichen">
    <w:name w:val="endnote reference"/>
    <w:basedOn w:val="Absatz-Standardschriftart"/>
    <w:uiPriority w:val="99"/>
    <w:semiHidden/>
    <w:unhideWhenUsed/>
    <w:rsid w:val="0071221F"/>
    <w:rPr>
      <w:vanish w:val="0"/>
      <w:vertAlign w:val="superscript"/>
    </w:rPr>
  </w:style>
  <w:style w:type="character" w:styleId="Erwhnung">
    <w:name w:val="Mention"/>
    <w:basedOn w:val="Absatz-Standardschriftart"/>
    <w:uiPriority w:val="99"/>
    <w:semiHidden/>
    <w:unhideWhenUsed/>
    <w:rsid w:val="0071221F"/>
    <w:rPr>
      <w:vanish w:val="0"/>
      <w:color w:val="2B579A"/>
      <w:shd w:val="clear" w:color="auto" w:fill="E1DFDD"/>
    </w:rPr>
  </w:style>
  <w:style w:type="table" w:styleId="FarbigeListe">
    <w:name w:val="Colorful List"/>
    <w:basedOn w:val="NormaleTabelle"/>
    <w:uiPriority w:val="63"/>
    <w:semiHidden/>
    <w:unhideWhenUsed/>
    <w:rsid w:val="0071221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71221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71221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71221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71221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71221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71221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71221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71221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71221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71221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71221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71221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71221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71221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71221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71221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71221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71221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71221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71221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71221F"/>
    <w:rPr>
      <w:b/>
      <w:bCs/>
      <w:vanish w:val="0"/>
    </w:rPr>
  </w:style>
  <w:style w:type="paragraph" w:styleId="Fu-Endnotenberschrift">
    <w:name w:val="Note Heading"/>
    <w:basedOn w:val="Standard"/>
    <w:next w:val="Standard"/>
    <w:link w:val="Fu-EndnotenberschriftZchn"/>
    <w:uiPriority w:val="99"/>
    <w:semiHidden/>
    <w:unhideWhenUsed/>
    <w:rsid w:val="0071221F"/>
  </w:style>
  <w:style w:type="character" w:customStyle="1" w:styleId="Fu-EndnotenberschriftZchn">
    <w:name w:val="Fuß/-Endnotenüberschrift Zchn"/>
    <w:basedOn w:val="Absatz-Standardschriftart"/>
    <w:link w:val="Fu-Endnotenberschrift"/>
    <w:uiPriority w:val="99"/>
    <w:semiHidden/>
    <w:rsid w:val="0071221F"/>
    <w:rPr>
      <w:vanish w:val="0"/>
      <w:sz w:val="16"/>
      <w:szCs w:val="16"/>
      <w:lang w:eastAsia="en-US"/>
    </w:rPr>
  </w:style>
  <w:style w:type="paragraph" w:styleId="Funotentext">
    <w:name w:val="footnote text"/>
    <w:basedOn w:val="Standard"/>
    <w:link w:val="FunotentextZchn"/>
    <w:uiPriority w:val="99"/>
    <w:semiHidden/>
    <w:unhideWhenUsed/>
    <w:rsid w:val="0071221F"/>
    <w:rPr>
      <w:sz w:val="20"/>
      <w:szCs w:val="20"/>
    </w:rPr>
  </w:style>
  <w:style w:type="character" w:customStyle="1" w:styleId="FunotentextZchn">
    <w:name w:val="Fußnotentext Zchn"/>
    <w:basedOn w:val="Absatz-Standardschriftart"/>
    <w:link w:val="Funotentext"/>
    <w:uiPriority w:val="99"/>
    <w:semiHidden/>
    <w:rsid w:val="0071221F"/>
    <w:rPr>
      <w:vanish w:val="0"/>
      <w:lang w:eastAsia="en-US"/>
    </w:rPr>
  </w:style>
  <w:style w:type="character" w:styleId="Funotenzeichen">
    <w:name w:val="footnote reference"/>
    <w:basedOn w:val="Absatz-Standardschriftart"/>
    <w:uiPriority w:val="99"/>
    <w:semiHidden/>
    <w:unhideWhenUsed/>
    <w:rsid w:val="0071221F"/>
    <w:rPr>
      <w:vanish w:val="0"/>
      <w:vertAlign w:val="superscript"/>
    </w:rPr>
  </w:style>
  <w:style w:type="table" w:styleId="Gitternetztabelle1hell">
    <w:name w:val="Grid Table 1 Light"/>
    <w:basedOn w:val="NormaleTabelle"/>
    <w:uiPriority w:val="46"/>
    <w:rsid w:val="0071221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71221F"/>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71221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71221F"/>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71221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71221F"/>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71221F"/>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71221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71221F"/>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71221F"/>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71221F"/>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71221F"/>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71221F"/>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71221F"/>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71221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71221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71221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71221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71221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71221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71221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71221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71221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71221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71221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71221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71221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71221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71221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71221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71221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71221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71221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71221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71221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71221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71221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71221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71221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71221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71221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71221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71221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71221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71221F"/>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71221F"/>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71221F"/>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71221F"/>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71221F"/>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71221F"/>
    <w:pPr>
      <w:ind w:left="4252"/>
    </w:pPr>
  </w:style>
  <w:style w:type="character" w:customStyle="1" w:styleId="GruformelZchn">
    <w:name w:val="Grußformel Zchn"/>
    <w:basedOn w:val="Absatz-Standardschriftart"/>
    <w:link w:val="Gruformel"/>
    <w:uiPriority w:val="99"/>
    <w:semiHidden/>
    <w:rsid w:val="0071221F"/>
    <w:rPr>
      <w:vanish w:val="0"/>
      <w:sz w:val="16"/>
      <w:szCs w:val="16"/>
      <w:lang w:eastAsia="en-US"/>
    </w:rPr>
  </w:style>
  <w:style w:type="character" w:styleId="Hashtag">
    <w:name w:val="Hashtag"/>
    <w:basedOn w:val="Absatz-Standardschriftart"/>
    <w:uiPriority w:val="99"/>
    <w:semiHidden/>
    <w:unhideWhenUsed/>
    <w:rsid w:val="0071221F"/>
    <w:rPr>
      <w:vanish w:val="0"/>
      <w:color w:val="2B579A"/>
      <w:shd w:val="clear" w:color="auto" w:fill="E1DFDD"/>
    </w:rPr>
  </w:style>
  <w:style w:type="table" w:styleId="HelleListe">
    <w:name w:val="Light List"/>
    <w:basedOn w:val="NormaleTabelle"/>
    <w:uiPriority w:val="99"/>
    <w:semiHidden/>
    <w:unhideWhenUsed/>
    <w:rsid w:val="0071221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71221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71221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71221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71221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71221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71221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71221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71221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71221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71221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71221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71221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71221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71221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71221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71221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71221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71221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71221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71221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71221F"/>
    <w:rPr>
      <w:i/>
      <w:iCs/>
    </w:rPr>
  </w:style>
  <w:style w:type="character" w:customStyle="1" w:styleId="HTMLAdresseZchn">
    <w:name w:val="HTML Adresse Zchn"/>
    <w:basedOn w:val="Absatz-Standardschriftart"/>
    <w:link w:val="HTMLAdresse"/>
    <w:uiPriority w:val="99"/>
    <w:semiHidden/>
    <w:rsid w:val="0071221F"/>
    <w:rPr>
      <w:i/>
      <w:iCs/>
      <w:vanish w:val="0"/>
      <w:sz w:val="16"/>
      <w:szCs w:val="16"/>
      <w:lang w:eastAsia="en-US"/>
    </w:rPr>
  </w:style>
  <w:style w:type="character" w:styleId="HTMLAkronym">
    <w:name w:val="HTML Acronym"/>
    <w:basedOn w:val="Absatz-Standardschriftart"/>
    <w:uiPriority w:val="99"/>
    <w:semiHidden/>
    <w:unhideWhenUsed/>
    <w:rsid w:val="0071221F"/>
    <w:rPr>
      <w:vanish w:val="0"/>
    </w:rPr>
  </w:style>
  <w:style w:type="character" w:styleId="HTMLBeispiel">
    <w:name w:val="HTML Sample"/>
    <w:basedOn w:val="Absatz-Standardschriftart"/>
    <w:uiPriority w:val="99"/>
    <w:semiHidden/>
    <w:unhideWhenUsed/>
    <w:rsid w:val="0071221F"/>
    <w:rPr>
      <w:rFonts w:ascii="Consolas" w:hAnsi="Consolas" w:cs="Consolas"/>
      <w:vanish w:val="0"/>
      <w:sz w:val="24"/>
      <w:szCs w:val="24"/>
    </w:rPr>
  </w:style>
  <w:style w:type="character" w:styleId="HTMLCode">
    <w:name w:val="HTML Code"/>
    <w:basedOn w:val="Absatz-Standardschriftart"/>
    <w:uiPriority w:val="99"/>
    <w:semiHidden/>
    <w:unhideWhenUsed/>
    <w:rsid w:val="0071221F"/>
    <w:rPr>
      <w:rFonts w:ascii="Consolas" w:hAnsi="Consolas" w:cs="Consolas"/>
      <w:vanish w:val="0"/>
      <w:sz w:val="20"/>
      <w:szCs w:val="20"/>
    </w:rPr>
  </w:style>
  <w:style w:type="character" w:styleId="HTMLDefinition">
    <w:name w:val="HTML Definition"/>
    <w:basedOn w:val="Absatz-Standardschriftart"/>
    <w:uiPriority w:val="99"/>
    <w:semiHidden/>
    <w:unhideWhenUsed/>
    <w:rsid w:val="0071221F"/>
    <w:rPr>
      <w:i/>
      <w:iCs/>
      <w:vanish w:val="0"/>
    </w:rPr>
  </w:style>
  <w:style w:type="character" w:styleId="HTMLSchreibmaschine">
    <w:name w:val="HTML Typewriter"/>
    <w:basedOn w:val="Absatz-Standardschriftart"/>
    <w:uiPriority w:val="99"/>
    <w:semiHidden/>
    <w:unhideWhenUsed/>
    <w:rsid w:val="0071221F"/>
    <w:rPr>
      <w:rFonts w:ascii="Consolas" w:hAnsi="Consolas" w:cs="Consolas"/>
      <w:vanish w:val="0"/>
      <w:sz w:val="20"/>
      <w:szCs w:val="20"/>
    </w:rPr>
  </w:style>
  <w:style w:type="character" w:styleId="HTMLTastatur">
    <w:name w:val="HTML Keyboard"/>
    <w:basedOn w:val="Absatz-Standardschriftart"/>
    <w:uiPriority w:val="99"/>
    <w:semiHidden/>
    <w:unhideWhenUsed/>
    <w:rsid w:val="0071221F"/>
    <w:rPr>
      <w:rFonts w:ascii="Consolas" w:hAnsi="Consolas" w:cs="Consolas"/>
      <w:vanish w:val="0"/>
      <w:sz w:val="20"/>
      <w:szCs w:val="20"/>
    </w:rPr>
  </w:style>
  <w:style w:type="character" w:styleId="HTMLVariable">
    <w:name w:val="HTML Variable"/>
    <w:basedOn w:val="Absatz-Standardschriftart"/>
    <w:uiPriority w:val="99"/>
    <w:semiHidden/>
    <w:unhideWhenUsed/>
    <w:rsid w:val="0071221F"/>
    <w:rPr>
      <w:i/>
      <w:iCs/>
      <w:vanish w:val="0"/>
    </w:rPr>
  </w:style>
  <w:style w:type="paragraph" w:styleId="HTMLVorformatiert">
    <w:name w:val="HTML Preformatted"/>
    <w:basedOn w:val="Standard"/>
    <w:link w:val="HTMLVorformatiertZchn"/>
    <w:uiPriority w:val="99"/>
    <w:semiHidden/>
    <w:unhideWhenUsed/>
    <w:rsid w:val="0071221F"/>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71221F"/>
    <w:rPr>
      <w:rFonts w:ascii="Consolas" w:hAnsi="Consolas" w:cs="Consolas"/>
      <w:vanish w:val="0"/>
      <w:lang w:eastAsia="en-US"/>
    </w:rPr>
  </w:style>
  <w:style w:type="character" w:styleId="HTMLZitat">
    <w:name w:val="HTML Cite"/>
    <w:basedOn w:val="Absatz-Standardschriftart"/>
    <w:uiPriority w:val="99"/>
    <w:semiHidden/>
    <w:unhideWhenUsed/>
    <w:rsid w:val="0071221F"/>
    <w:rPr>
      <w:i/>
      <w:iCs/>
      <w:vanish w:val="0"/>
    </w:rPr>
  </w:style>
  <w:style w:type="paragraph" w:styleId="Index1">
    <w:name w:val="index 1"/>
    <w:basedOn w:val="Standard"/>
    <w:next w:val="Standard"/>
    <w:autoRedefine/>
    <w:uiPriority w:val="99"/>
    <w:semiHidden/>
    <w:unhideWhenUsed/>
    <w:rsid w:val="0071221F"/>
    <w:pPr>
      <w:ind w:left="160" w:hanging="160"/>
    </w:pPr>
  </w:style>
  <w:style w:type="paragraph" w:styleId="Index2">
    <w:name w:val="index 2"/>
    <w:basedOn w:val="Standard"/>
    <w:next w:val="Standard"/>
    <w:autoRedefine/>
    <w:uiPriority w:val="99"/>
    <w:semiHidden/>
    <w:unhideWhenUsed/>
    <w:rsid w:val="0071221F"/>
    <w:pPr>
      <w:ind w:left="320" w:hanging="160"/>
    </w:pPr>
  </w:style>
  <w:style w:type="paragraph" w:styleId="Index3">
    <w:name w:val="index 3"/>
    <w:basedOn w:val="Standard"/>
    <w:next w:val="Standard"/>
    <w:autoRedefine/>
    <w:uiPriority w:val="99"/>
    <w:semiHidden/>
    <w:unhideWhenUsed/>
    <w:rsid w:val="0071221F"/>
    <w:pPr>
      <w:ind w:left="480" w:hanging="160"/>
    </w:pPr>
  </w:style>
  <w:style w:type="paragraph" w:styleId="Index4">
    <w:name w:val="index 4"/>
    <w:basedOn w:val="Standard"/>
    <w:next w:val="Standard"/>
    <w:autoRedefine/>
    <w:uiPriority w:val="99"/>
    <w:semiHidden/>
    <w:unhideWhenUsed/>
    <w:rsid w:val="0071221F"/>
    <w:pPr>
      <w:ind w:left="640" w:hanging="160"/>
    </w:pPr>
  </w:style>
  <w:style w:type="paragraph" w:styleId="Index5">
    <w:name w:val="index 5"/>
    <w:basedOn w:val="Standard"/>
    <w:next w:val="Standard"/>
    <w:autoRedefine/>
    <w:uiPriority w:val="99"/>
    <w:semiHidden/>
    <w:unhideWhenUsed/>
    <w:rsid w:val="0071221F"/>
    <w:pPr>
      <w:ind w:left="800" w:hanging="160"/>
    </w:pPr>
  </w:style>
  <w:style w:type="paragraph" w:styleId="Index6">
    <w:name w:val="index 6"/>
    <w:basedOn w:val="Standard"/>
    <w:next w:val="Standard"/>
    <w:autoRedefine/>
    <w:uiPriority w:val="99"/>
    <w:semiHidden/>
    <w:unhideWhenUsed/>
    <w:rsid w:val="0071221F"/>
    <w:pPr>
      <w:ind w:left="960" w:hanging="160"/>
    </w:pPr>
  </w:style>
  <w:style w:type="paragraph" w:styleId="Index7">
    <w:name w:val="index 7"/>
    <w:basedOn w:val="Standard"/>
    <w:next w:val="Standard"/>
    <w:autoRedefine/>
    <w:uiPriority w:val="99"/>
    <w:semiHidden/>
    <w:unhideWhenUsed/>
    <w:rsid w:val="0071221F"/>
    <w:pPr>
      <w:ind w:left="1120" w:hanging="160"/>
    </w:pPr>
  </w:style>
  <w:style w:type="paragraph" w:styleId="Index8">
    <w:name w:val="index 8"/>
    <w:basedOn w:val="Standard"/>
    <w:next w:val="Standard"/>
    <w:autoRedefine/>
    <w:uiPriority w:val="99"/>
    <w:semiHidden/>
    <w:unhideWhenUsed/>
    <w:rsid w:val="0071221F"/>
    <w:pPr>
      <w:ind w:left="1280" w:hanging="160"/>
    </w:pPr>
  </w:style>
  <w:style w:type="paragraph" w:styleId="Index9">
    <w:name w:val="index 9"/>
    <w:basedOn w:val="Standard"/>
    <w:next w:val="Standard"/>
    <w:autoRedefine/>
    <w:uiPriority w:val="99"/>
    <w:semiHidden/>
    <w:unhideWhenUsed/>
    <w:rsid w:val="0071221F"/>
    <w:pPr>
      <w:ind w:left="1440" w:hanging="160"/>
    </w:pPr>
  </w:style>
  <w:style w:type="paragraph" w:styleId="Indexberschrift">
    <w:name w:val="index heading"/>
    <w:basedOn w:val="Standard"/>
    <w:next w:val="Index1"/>
    <w:uiPriority w:val="99"/>
    <w:semiHidden/>
    <w:unhideWhenUsed/>
    <w:rsid w:val="0071221F"/>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71221F"/>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71221F"/>
    <w:rPr>
      <w:i/>
      <w:iCs/>
      <w:vanish w:val="0"/>
      <w:color w:val="4F81BD" w:themeColor="accent1"/>
    </w:rPr>
  </w:style>
  <w:style w:type="character" w:styleId="IntensiverVerweis">
    <w:name w:val="Intense Reference"/>
    <w:basedOn w:val="Absatz-Standardschriftart"/>
    <w:uiPriority w:val="68"/>
    <w:qFormat/>
    <w:rsid w:val="0071221F"/>
    <w:rPr>
      <w:b/>
      <w:bCs/>
      <w:smallCaps/>
      <w:vanish w:val="0"/>
      <w:color w:val="4F81BD" w:themeColor="accent1"/>
      <w:spacing w:val="5"/>
    </w:rPr>
  </w:style>
  <w:style w:type="paragraph" w:styleId="IntensivesZitat">
    <w:name w:val="Intense Quote"/>
    <w:basedOn w:val="Standard"/>
    <w:next w:val="Standard"/>
    <w:link w:val="IntensivesZitatZchn"/>
    <w:uiPriority w:val="60"/>
    <w:qFormat/>
    <w:rsid w:val="0071221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71221F"/>
    <w:rPr>
      <w:i/>
      <w:iCs/>
      <w:vanish w:val="0"/>
      <w:color w:val="4F81BD" w:themeColor="accent1"/>
      <w:sz w:val="16"/>
      <w:szCs w:val="16"/>
      <w:lang w:eastAsia="en-US"/>
    </w:rPr>
  </w:style>
  <w:style w:type="paragraph" w:styleId="KeinLeerraum">
    <w:name w:val="No Spacing"/>
    <w:uiPriority w:val="99"/>
    <w:qFormat/>
    <w:rsid w:val="0071221F"/>
    <w:rPr>
      <w:sz w:val="16"/>
      <w:szCs w:val="16"/>
      <w:lang w:eastAsia="en-US"/>
    </w:rPr>
  </w:style>
  <w:style w:type="paragraph" w:styleId="Liste">
    <w:name w:val="List"/>
    <w:basedOn w:val="Standard"/>
    <w:uiPriority w:val="99"/>
    <w:semiHidden/>
    <w:unhideWhenUsed/>
    <w:rsid w:val="0071221F"/>
    <w:pPr>
      <w:ind w:left="283" w:hanging="283"/>
      <w:contextualSpacing/>
    </w:pPr>
  </w:style>
  <w:style w:type="paragraph" w:styleId="Liste2">
    <w:name w:val="List 2"/>
    <w:basedOn w:val="Standard"/>
    <w:uiPriority w:val="99"/>
    <w:semiHidden/>
    <w:unhideWhenUsed/>
    <w:rsid w:val="0071221F"/>
    <w:pPr>
      <w:ind w:left="566" w:hanging="283"/>
      <w:contextualSpacing/>
    </w:pPr>
  </w:style>
  <w:style w:type="paragraph" w:styleId="Liste3">
    <w:name w:val="List 3"/>
    <w:basedOn w:val="Standard"/>
    <w:uiPriority w:val="99"/>
    <w:semiHidden/>
    <w:unhideWhenUsed/>
    <w:rsid w:val="0071221F"/>
    <w:pPr>
      <w:ind w:left="849" w:hanging="283"/>
      <w:contextualSpacing/>
    </w:pPr>
  </w:style>
  <w:style w:type="paragraph" w:styleId="Liste4">
    <w:name w:val="List 4"/>
    <w:basedOn w:val="Standard"/>
    <w:uiPriority w:val="99"/>
    <w:semiHidden/>
    <w:unhideWhenUsed/>
    <w:rsid w:val="0071221F"/>
    <w:pPr>
      <w:ind w:left="1132" w:hanging="283"/>
      <w:contextualSpacing/>
    </w:pPr>
  </w:style>
  <w:style w:type="paragraph" w:styleId="Liste5">
    <w:name w:val="List 5"/>
    <w:basedOn w:val="Standard"/>
    <w:uiPriority w:val="99"/>
    <w:semiHidden/>
    <w:unhideWhenUsed/>
    <w:rsid w:val="0071221F"/>
    <w:pPr>
      <w:ind w:left="1415" w:hanging="283"/>
      <w:contextualSpacing/>
    </w:pPr>
  </w:style>
  <w:style w:type="paragraph" w:styleId="Listenabsatz">
    <w:name w:val="List Paragraph"/>
    <w:basedOn w:val="Standard"/>
    <w:uiPriority w:val="72"/>
    <w:qFormat/>
    <w:rsid w:val="0071221F"/>
    <w:pPr>
      <w:ind w:left="720"/>
      <w:contextualSpacing/>
    </w:pPr>
  </w:style>
  <w:style w:type="paragraph" w:styleId="Listenfortsetzung">
    <w:name w:val="List Continue"/>
    <w:basedOn w:val="Standard"/>
    <w:uiPriority w:val="99"/>
    <w:semiHidden/>
    <w:unhideWhenUsed/>
    <w:rsid w:val="0071221F"/>
    <w:pPr>
      <w:spacing w:after="120"/>
      <w:ind w:left="283"/>
      <w:contextualSpacing/>
    </w:pPr>
  </w:style>
  <w:style w:type="paragraph" w:styleId="Listenfortsetzung2">
    <w:name w:val="List Continue 2"/>
    <w:basedOn w:val="Standard"/>
    <w:uiPriority w:val="99"/>
    <w:semiHidden/>
    <w:unhideWhenUsed/>
    <w:rsid w:val="0071221F"/>
    <w:pPr>
      <w:spacing w:after="120"/>
      <w:ind w:left="566"/>
      <w:contextualSpacing/>
    </w:pPr>
  </w:style>
  <w:style w:type="paragraph" w:styleId="Listenfortsetzung3">
    <w:name w:val="List Continue 3"/>
    <w:basedOn w:val="Standard"/>
    <w:uiPriority w:val="99"/>
    <w:semiHidden/>
    <w:unhideWhenUsed/>
    <w:rsid w:val="0071221F"/>
    <w:pPr>
      <w:spacing w:after="120"/>
      <w:ind w:left="849"/>
      <w:contextualSpacing/>
    </w:pPr>
  </w:style>
  <w:style w:type="paragraph" w:styleId="Listenfortsetzung4">
    <w:name w:val="List Continue 4"/>
    <w:basedOn w:val="Standard"/>
    <w:uiPriority w:val="99"/>
    <w:semiHidden/>
    <w:unhideWhenUsed/>
    <w:rsid w:val="0071221F"/>
    <w:pPr>
      <w:spacing w:after="120"/>
      <w:ind w:left="1132"/>
      <w:contextualSpacing/>
    </w:pPr>
  </w:style>
  <w:style w:type="paragraph" w:styleId="Listenfortsetzung5">
    <w:name w:val="List Continue 5"/>
    <w:basedOn w:val="Standard"/>
    <w:uiPriority w:val="99"/>
    <w:semiHidden/>
    <w:unhideWhenUsed/>
    <w:rsid w:val="0071221F"/>
    <w:pPr>
      <w:spacing w:after="120"/>
      <w:ind w:left="1415"/>
      <w:contextualSpacing/>
    </w:pPr>
  </w:style>
  <w:style w:type="paragraph" w:styleId="Listennummer">
    <w:name w:val="List Number"/>
    <w:basedOn w:val="Standard"/>
    <w:uiPriority w:val="99"/>
    <w:semiHidden/>
    <w:unhideWhenUsed/>
    <w:rsid w:val="0071221F"/>
    <w:pPr>
      <w:numPr>
        <w:numId w:val="31"/>
      </w:numPr>
      <w:contextualSpacing/>
    </w:pPr>
  </w:style>
  <w:style w:type="paragraph" w:styleId="Listennummer2">
    <w:name w:val="List Number 2"/>
    <w:basedOn w:val="Standard"/>
    <w:uiPriority w:val="99"/>
    <w:semiHidden/>
    <w:unhideWhenUsed/>
    <w:rsid w:val="0071221F"/>
    <w:pPr>
      <w:numPr>
        <w:numId w:val="32"/>
      </w:numPr>
      <w:contextualSpacing/>
    </w:pPr>
  </w:style>
  <w:style w:type="paragraph" w:styleId="Listennummer3">
    <w:name w:val="List Number 3"/>
    <w:basedOn w:val="Standard"/>
    <w:uiPriority w:val="99"/>
    <w:semiHidden/>
    <w:unhideWhenUsed/>
    <w:rsid w:val="0071221F"/>
    <w:pPr>
      <w:numPr>
        <w:numId w:val="33"/>
      </w:numPr>
      <w:contextualSpacing/>
    </w:pPr>
  </w:style>
  <w:style w:type="paragraph" w:styleId="Listennummer4">
    <w:name w:val="List Number 4"/>
    <w:basedOn w:val="Standard"/>
    <w:uiPriority w:val="99"/>
    <w:semiHidden/>
    <w:unhideWhenUsed/>
    <w:rsid w:val="0071221F"/>
    <w:pPr>
      <w:numPr>
        <w:numId w:val="34"/>
      </w:numPr>
      <w:contextualSpacing/>
    </w:pPr>
  </w:style>
  <w:style w:type="paragraph" w:styleId="Listennummer5">
    <w:name w:val="List Number 5"/>
    <w:basedOn w:val="Standard"/>
    <w:uiPriority w:val="99"/>
    <w:semiHidden/>
    <w:unhideWhenUsed/>
    <w:rsid w:val="0071221F"/>
    <w:pPr>
      <w:numPr>
        <w:numId w:val="35"/>
      </w:numPr>
      <w:contextualSpacing/>
    </w:pPr>
  </w:style>
  <w:style w:type="table" w:styleId="Listentabelle1hell">
    <w:name w:val="List Table 1 Light"/>
    <w:basedOn w:val="NormaleTabelle"/>
    <w:uiPriority w:val="46"/>
    <w:rsid w:val="0071221F"/>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71221F"/>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71221F"/>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71221F"/>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71221F"/>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71221F"/>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71221F"/>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71221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71221F"/>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71221F"/>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71221F"/>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71221F"/>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71221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71221F"/>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71221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71221F"/>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71221F"/>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71221F"/>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71221F"/>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71221F"/>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71221F"/>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71221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71221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71221F"/>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71221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71221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71221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71221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71221F"/>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71221F"/>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71221F"/>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71221F"/>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71221F"/>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71221F"/>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71221F"/>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71221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71221F"/>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71221F"/>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71221F"/>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71221F"/>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71221F"/>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71221F"/>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71221F"/>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71221F"/>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71221F"/>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71221F"/>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71221F"/>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71221F"/>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71221F"/>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71221F"/>
  </w:style>
  <w:style w:type="paragraph" w:styleId="Makrotext">
    <w:name w:val="macro"/>
    <w:link w:val="MakrotextZchn"/>
    <w:uiPriority w:val="99"/>
    <w:semiHidden/>
    <w:unhideWhenUsed/>
    <w:rsid w:val="0071221F"/>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krotextZchn">
    <w:name w:val="Makrotext Zchn"/>
    <w:basedOn w:val="Absatz-Standardschriftart"/>
    <w:link w:val="Makrotext"/>
    <w:uiPriority w:val="99"/>
    <w:semiHidden/>
    <w:rsid w:val="0071221F"/>
    <w:rPr>
      <w:rFonts w:ascii="Consolas" w:hAnsi="Consolas" w:cs="Consolas"/>
      <w:vanish w:val="0"/>
      <w:lang w:eastAsia="en-US"/>
    </w:rPr>
  </w:style>
  <w:style w:type="table" w:styleId="MittlereListe1">
    <w:name w:val="Medium List 1"/>
    <w:basedOn w:val="NormaleTabelle"/>
    <w:uiPriority w:val="99"/>
    <w:semiHidden/>
    <w:unhideWhenUsed/>
    <w:rsid w:val="0071221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71221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71221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71221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71221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71221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71221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71221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71221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71221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71221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71221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71221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71221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71221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71221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71221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71221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71221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71221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71221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71221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71221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71221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71221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71221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71221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71221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71221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71221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71221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71221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71221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71221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71221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71221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71221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71221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71221F"/>
    <w:rPr>
      <w:rFonts w:asciiTheme="majorHAnsi" w:eastAsiaTheme="majorEastAsia" w:hAnsiTheme="majorHAnsi" w:cstheme="majorBidi"/>
      <w:vanish w:val="0"/>
      <w:sz w:val="24"/>
      <w:szCs w:val="24"/>
      <w:shd w:val="pct20" w:color="auto" w:fill="auto"/>
      <w:lang w:eastAsia="en-US"/>
    </w:rPr>
  </w:style>
  <w:style w:type="paragraph" w:styleId="NurText">
    <w:name w:val="Plain Text"/>
    <w:basedOn w:val="Standard"/>
    <w:link w:val="NurTextZchn"/>
    <w:uiPriority w:val="99"/>
    <w:semiHidden/>
    <w:unhideWhenUsed/>
    <w:rsid w:val="0071221F"/>
    <w:rPr>
      <w:rFonts w:ascii="Consolas" w:hAnsi="Consolas" w:cs="Consolas"/>
      <w:sz w:val="21"/>
      <w:szCs w:val="21"/>
    </w:rPr>
  </w:style>
  <w:style w:type="character" w:customStyle="1" w:styleId="NurTextZchn">
    <w:name w:val="Nur Text Zchn"/>
    <w:basedOn w:val="Absatz-Standardschriftart"/>
    <w:link w:val="NurText"/>
    <w:uiPriority w:val="99"/>
    <w:semiHidden/>
    <w:rsid w:val="0071221F"/>
    <w:rPr>
      <w:rFonts w:ascii="Consolas" w:hAnsi="Consolas" w:cs="Consolas"/>
      <w:vanish w:val="0"/>
      <w:sz w:val="21"/>
      <w:szCs w:val="21"/>
      <w:lang w:eastAsia="en-US"/>
    </w:rPr>
  </w:style>
  <w:style w:type="character" w:styleId="Platzhaltertext">
    <w:name w:val="Placeholder Text"/>
    <w:basedOn w:val="Absatz-Standardschriftart"/>
    <w:uiPriority w:val="99"/>
    <w:semiHidden/>
    <w:unhideWhenUsed/>
    <w:rsid w:val="0071221F"/>
    <w:rPr>
      <w:vanish w:val="0"/>
      <w:color w:val="808080"/>
    </w:rPr>
  </w:style>
  <w:style w:type="paragraph" w:styleId="Rechtsgrundlagenverzeichnis">
    <w:name w:val="table of authorities"/>
    <w:basedOn w:val="Standard"/>
    <w:next w:val="Standard"/>
    <w:uiPriority w:val="99"/>
    <w:semiHidden/>
    <w:unhideWhenUsed/>
    <w:rsid w:val="0071221F"/>
    <w:pPr>
      <w:ind w:left="160" w:hanging="160"/>
    </w:pPr>
  </w:style>
  <w:style w:type="paragraph" w:styleId="RGV-berschrift">
    <w:name w:val="toa heading"/>
    <w:basedOn w:val="Standard"/>
    <w:next w:val="Standard"/>
    <w:uiPriority w:val="99"/>
    <w:semiHidden/>
    <w:unhideWhenUsed/>
    <w:rsid w:val="0071221F"/>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71221F"/>
    <w:rPr>
      <w:i/>
      <w:iCs/>
      <w:vanish w:val="0"/>
      <w:color w:val="404040" w:themeColor="text1" w:themeTint="BF"/>
    </w:rPr>
  </w:style>
  <w:style w:type="character" w:styleId="SchwacherVerweis">
    <w:name w:val="Subtle Reference"/>
    <w:basedOn w:val="Absatz-Standardschriftart"/>
    <w:uiPriority w:val="67"/>
    <w:qFormat/>
    <w:rsid w:val="0071221F"/>
    <w:rPr>
      <w:smallCaps/>
      <w:vanish w:val="0"/>
      <w:color w:val="5A5A5A" w:themeColor="text1" w:themeTint="A5"/>
    </w:rPr>
  </w:style>
  <w:style w:type="character" w:styleId="SmartHyperlink">
    <w:name w:val="Smart Hyperlink"/>
    <w:basedOn w:val="Absatz-Standardschriftart"/>
    <w:uiPriority w:val="99"/>
    <w:semiHidden/>
    <w:unhideWhenUsed/>
    <w:rsid w:val="0071221F"/>
    <w:rPr>
      <w:vanish w:val="0"/>
      <w:u w:val="dotted"/>
    </w:rPr>
  </w:style>
  <w:style w:type="character" w:styleId="SmartLink">
    <w:name w:val="Smart Link"/>
    <w:basedOn w:val="Absatz-Standardschriftart"/>
    <w:uiPriority w:val="99"/>
    <w:semiHidden/>
    <w:unhideWhenUsed/>
    <w:rsid w:val="0071221F"/>
    <w:rPr>
      <w:vanish w:val="0"/>
      <w:color w:val="0000FF"/>
      <w:u w:val="single"/>
      <w:shd w:val="clear" w:color="auto" w:fill="F3F2F1"/>
    </w:rPr>
  </w:style>
  <w:style w:type="paragraph" w:styleId="StandardWeb">
    <w:name w:val="Normal (Web)"/>
    <w:basedOn w:val="Standard"/>
    <w:uiPriority w:val="99"/>
    <w:semiHidden/>
    <w:unhideWhenUsed/>
    <w:rsid w:val="0071221F"/>
    <w:rPr>
      <w:rFonts w:ascii="Times New Roman" w:hAnsi="Times New Roman"/>
      <w:sz w:val="24"/>
      <w:szCs w:val="24"/>
    </w:rPr>
  </w:style>
  <w:style w:type="paragraph" w:styleId="Standardeinzug">
    <w:name w:val="Normal Indent"/>
    <w:basedOn w:val="Standard"/>
    <w:uiPriority w:val="99"/>
    <w:semiHidden/>
    <w:unhideWhenUsed/>
    <w:rsid w:val="0071221F"/>
    <w:pPr>
      <w:ind w:left="708"/>
    </w:pPr>
  </w:style>
  <w:style w:type="table" w:styleId="Tabelle3D-Effekt1">
    <w:name w:val="Table 3D effects 1"/>
    <w:basedOn w:val="NormaleTabelle"/>
    <w:uiPriority w:val="99"/>
    <w:semiHidden/>
    <w:unhideWhenUsed/>
    <w:rsid w:val="0071221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71221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71221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71221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71221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71221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71221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71221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71221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71221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71221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71221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71221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71221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71221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71221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71221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71221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71221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71221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71221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71221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71221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7122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71221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71221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71221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71221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71221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71221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71221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71221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71221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71221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71221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71221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71221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71221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71221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71221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71221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71221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71221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712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71221F"/>
    <w:pPr>
      <w:spacing w:after="120"/>
    </w:pPr>
  </w:style>
  <w:style w:type="character" w:customStyle="1" w:styleId="TextkrperZchn">
    <w:name w:val="Textkörper Zchn"/>
    <w:basedOn w:val="Absatz-Standardschriftart"/>
    <w:link w:val="Textkrper"/>
    <w:uiPriority w:val="99"/>
    <w:semiHidden/>
    <w:rsid w:val="0071221F"/>
    <w:rPr>
      <w:vanish w:val="0"/>
      <w:sz w:val="16"/>
      <w:szCs w:val="16"/>
      <w:lang w:eastAsia="en-US"/>
    </w:rPr>
  </w:style>
  <w:style w:type="paragraph" w:styleId="Textkrper2">
    <w:name w:val="Body Text 2"/>
    <w:basedOn w:val="Standard"/>
    <w:link w:val="Textkrper2Zchn"/>
    <w:uiPriority w:val="99"/>
    <w:semiHidden/>
    <w:unhideWhenUsed/>
    <w:rsid w:val="0071221F"/>
    <w:pPr>
      <w:spacing w:after="120" w:line="480" w:lineRule="auto"/>
    </w:pPr>
  </w:style>
  <w:style w:type="character" w:customStyle="1" w:styleId="Textkrper2Zchn">
    <w:name w:val="Textkörper 2 Zchn"/>
    <w:basedOn w:val="Absatz-Standardschriftart"/>
    <w:link w:val="Textkrper2"/>
    <w:uiPriority w:val="99"/>
    <w:semiHidden/>
    <w:rsid w:val="0071221F"/>
    <w:rPr>
      <w:vanish w:val="0"/>
      <w:sz w:val="16"/>
      <w:szCs w:val="16"/>
      <w:lang w:eastAsia="en-US"/>
    </w:rPr>
  </w:style>
  <w:style w:type="paragraph" w:styleId="Textkrper3">
    <w:name w:val="Body Text 3"/>
    <w:basedOn w:val="Standard"/>
    <w:link w:val="Textkrper3Zchn"/>
    <w:uiPriority w:val="99"/>
    <w:semiHidden/>
    <w:unhideWhenUsed/>
    <w:rsid w:val="0071221F"/>
    <w:pPr>
      <w:spacing w:after="120"/>
    </w:pPr>
  </w:style>
  <w:style w:type="character" w:customStyle="1" w:styleId="Textkrper3Zchn">
    <w:name w:val="Textkörper 3 Zchn"/>
    <w:basedOn w:val="Absatz-Standardschriftart"/>
    <w:link w:val="Textkrper3"/>
    <w:uiPriority w:val="99"/>
    <w:semiHidden/>
    <w:rsid w:val="0071221F"/>
    <w:rPr>
      <w:vanish w:val="0"/>
      <w:sz w:val="16"/>
      <w:szCs w:val="16"/>
      <w:lang w:eastAsia="en-US"/>
    </w:rPr>
  </w:style>
  <w:style w:type="paragraph" w:styleId="Textkrper-Einzug2">
    <w:name w:val="Body Text Indent 2"/>
    <w:basedOn w:val="Standard"/>
    <w:link w:val="Textkrper-Einzug2Zchn"/>
    <w:uiPriority w:val="99"/>
    <w:semiHidden/>
    <w:unhideWhenUsed/>
    <w:rsid w:val="0071221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71221F"/>
    <w:rPr>
      <w:vanish w:val="0"/>
      <w:sz w:val="16"/>
      <w:szCs w:val="16"/>
      <w:lang w:eastAsia="en-US"/>
    </w:rPr>
  </w:style>
  <w:style w:type="paragraph" w:styleId="Textkrper-Einzug3">
    <w:name w:val="Body Text Indent 3"/>
    <w:basedOn w:val="Standard"/>
    <w:link w:val="Textkrper-Einzug3Zchn"/>
    <w:uiPriority w:val="99"/>
    <w:semiHidden/>
    <w:unhideWhenUsed/>
    <w:rsid w:val="0071221F"/>
    <w:pPr>
      <w:spacing w:after="120"/>
      <w:ind w:left="283"/>
    </w:pPr>
  </w:style>
  <w:style w:type="character" w:customStyle="1" w:styleId="Textkrper-Einzug3Zchn">
    <w:name w:val="Textkörper-Einzug 3 Zchn"/>
    <w:basedOn w:val="Absatz-Standardschriftart"/>
    <w:link w:val="Textkrper-Einzug3"/>
    <w:uiPriority w:val="99"/>
    <w:semiHidden/>
    <w:rsid w:val="0071221F"/>
    <w:rPr>
      <w:vanish w:val="0"/>
      <w:sz w:val="16"/>
      <w:szCs w:val="16"/>
      <w:lang w:eastAsia="en-US"/>
    </w:rPr>
  </w:style>
  <w:style w:type="paragraph" w:styleId="Textkrper-Erstzeileneinzug">
    <w:name w:val="Body Text First Indent"/>
    <w:basedOn w:val="Textkrper"/>
    <w:link w:val="Textkrper-ErstzeileneinzugZchn"/>
    <w:uiPriority w:val="99"/>
    <w:semiHidden/>
    <w:unhideWhenUsed/>
    <w:rsid w:val="0071221F"/>
    <w:pPr>
      <w:spacing w:after="0"/>
      <w:ind w:firstLine="360"/>
    </w:pPr>
  </w:style>
  <w:style w:type="character" w:customStyle="1" w:styleId="Textkrper-ErstzeileneinzugZchn">
    <w:name w:val="Textkörper-Erstzeileneinzug Zchn"/>
    <w:basedOn w:val="TextkrperZchn"/>
    <w:link w:val="Textkrper-Erstzeileneinzug"/>
    <w:uiPriority w:val="99"/>
    <w:semiHidden/>
    <w:rsid w:val="0071221F"/>
    <w:rPr>
      <w:vanish w:val="0"/>
      <w:sz w:val="16"/>
      <w:szCs w:val="16"/>
      <w:lang w:eastAsia="en-US"/>
    </w:rPr>
  </w:style>
  <w:style w:type="paragraph" w:styleId="Textkrper-Zeileneinzug">
    <w:name w:val="Body Text Indent"/>
    <w:basedOn w:val="Standard"/>
    <w:link w:val="Textkrper-ZeileneinzugZchn"/>
    <w:uiPriority w:val="99"/>
    <w:semiHidden/>
    <w:unhideWhenUsed/>
    <w:rsid w:val="0071221F"/>
    <w:pPr>
      <w:spacing w:after="120"/>
      <w:ind w:left="283"/>
    </w:pPr>
  </w:style>
  <w:style w:type="character" w:customStyle="1" w:styleId="Textkrper-ZeileneinzugZchn">
    <w:name w:val="Textkörper-Zeileneinzug Zchn"/>
    <w:basedOn w:val="Absatz-Standardschriftart"/>
    <w:link w:val="Textkrper-Zeileneinzug"/>
    <w:uiPriority w:val="99"/>
    <w:semiHidden/>
    <w:rsid w:val="0071221F"/>
    <w:rPr>
      <w:vanish w:val="0"/>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71221F"/>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71221F"/>
    <w:rPr>
      <w:vanish w:val="0"/>
      <w:sz w:val="16"/>
      <w:szCs w:val="16"/>
      <w:lang w:eastAsia="en-US"/>
    </w:rPr>
  </w:style>
  <w:style w:type="character" w:customStyle="1" w:styleId="berschrift5Zchn">
    <w:name w:val="Überschrift 5 Zchn"/>
    <w:basedOn w:val="Absatz-Standardschriftart"/>
    <w:link w:val="berschrift5"/>
    <w:uiPriority w:val="9"/>
    <w:semiHidden/>
    <w:rsid w:val="0071221F"/>
    <w:rPr>
      <w:rFonts w:asciiTheme="majorHAnsi" w:eastAsiaTheme="majorEastAsia" w:hAnsiTheme="majorHAnsi" w:cstheme="majorBidi"/>
      <w:vanish w:val="0"/>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71221F"/>
    <w:rPr>
      <w:rFonts w:asciiTheme="majorHAnsi" w:eastAsiaTheme="majorEastAsia" w:hAnsiTheme="majorHAnsi" w:cstheme="majorBidi"/>
      <w:vanish w:val="0"/>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71221F"/>
    <w:rPr>
      <w:rFonts w:asciiTheme="majorHAnsi" w:eastAsiaTheme="majorEastAsia" w:hAnsiTheme="majorHAnsi" w:cstheme="majorBidi"/>
      <w:i/>
      <w:iCs/>
      <w:vanish w:val="0"/>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71221F"/>
    <w:rPr>
      <w:rFonts w:asciiTheme="majorHAnsi" w:eastAsiaTheme="majorEastAsia" w:hAnsiTheme="majorHAnsi" w:cstheme="majorBidi"/>
      <w:vanish w:val="0"/>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71221F"/>
    <w:rPr>
      <w:rFonts w:asciiTheme="majorHAnsi" w:eastAsiaTheme="majorEastAsia" w:hAnsiTheme="majorHAnsi" w:cstheme="majorBidi"/>
      <w:i/>
      <w:iCs/>
      <w:vanish w:val="0"/>
      <w:color w:val="272727" w:themeColor="text1" w:themeTint="D8"/>
      <w:sz w:val="21"/>
      <w:szCs w:val="21"/>
      <w:lang w:eastAsia="en-US"/>
    </w:rPr>
  </w:style>
  <w:style w:type="paragraph" w:styleId="Umschlagabsenderadresse">
    <w:name w:val="envelope return"/>
    <w:basedOn w:val="Standard"/>
    <w:uiPriority w:val="99"/>
    <w:semiHidden/>
    <w:unhideWhenUsed/>
    <w:rsid w:val="0071221F"/>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71221F"/>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71221F"/>
    <w:pPr>
      <w:ind w:left="4252"/>
    </w:pPr>
  </w:style>
  <w:style w:type="character" w:customStyle="1" w:styleId="UnterschriftZchn">
    <w:name w:val="Unterschrift Zchn"/>
    <w:basedOn w:val="Absatz-Standardschriftart"/>
    <w:link w:val="Unterschrift"/>
    <w:uiPriority w:val="99"/>
    <w:semiHidden/>
    <w:rsid w:val="0071221F"/>
    <w:rPr>
      <w:vanish w:val="0"/>
      <w:sz w:val="16"/>
      <w:szCs w:val="16"/>
      <w:lang w:eastAsia="en-US"/>
    </w:rPr>
  </w:style>
  <w:style w:type="paragraph" w:styleId="Verzeichnis4">
    <w:name w:val="toc 4"/>
    <w:basedOn w:val="Standard"/>
    <w:next w:val="Standard"/>
    <w:autoRedefine/>
    <w:uiPriority w:val="39"/>
    <w:semiHidden/>
    <w:unhideWhenUsed/>
    <w:rsid w:val="0071221F"/>
    <w:pPr>
      <w:spacing w:after="100"/>
      <w:ind w:left="480"/>
    </w:pPr>
  </w:style>
  <w:style w:type="paragraph" w:styleId="Verzeichnis5">
    <w:name w:val="toc 5"/>
    <w:basedOn w:val="Standard"/>
    <w:next w:val="Standard"/>
    <w:autoRedefine/>
    <w:uiPriority w:val="39"/>
    <w:semiHidden/>
    <w:unhideWhenUsed/>
    <w:rsid w:val="0071221F"/>
    <w:pPr>
      <w:spacing w:after="100"/>
      <w:ind w:left="640"/>
    </w:pPr>
  </w:style>
  <w:style w:type="paragraph" w:styleId="Verzeichnis6">
    <w:name w:val="toc 6"/>
    <w:basedOn w:val="Standard"/>
    <w:next w:val="Standard"/>
    <w:autoRedefine/>
    <w:uiPriority w:val="39"/>
    <w:semiHidden/>
    <w:unhideWhenUsed/>
    <w:rsid w:val="0071221F"/>
    <w:pPr>
      <w:spacing w:after="100"/>
      <w:ind w:left="800"/>
    </w:pPr>
  </w:style>
  <w:style w:type="paragraph" w:styleId="Verzeichnis7">
    <w:name w:val="toc 7"/>
    <w:basedOn w:val="Standard"/>
    <w:next w:val="Standard"/>
    <w:autoRedefine/>
    <w:uiPriority w:val="39"/>
    <w:semiHidden/>
    <w:unhideWhenUsed/>
    <w:rsid w:val="0071221F"/>
    <w:pPr>
      <w:spacing w:after="100"/>
      <w:ind w:left="960"/>
    </w:pPr>
  </w:style>
  <w:style w:type="paragraph" w:styleId="Verzeichnis8">
    <w:name w:val="toc 8"/>
    <w:basedOn w:val="Standard"/>
    <w:next w:val="Standard"/>
    <w:autoRedefine/>
    <w:uiPriority w:val="39"/>
    <w:semiHidden/>
    <w:unhideWhenUsed/>
    <w:rsid w:val="0071221F"/>
    <w:pPr>
      <w:spacing w:after="100"/>
      <w:ind w:left="1120"/>
    </w:pPr>
  </w:style>
  <w:style w:type="paragraph" w:styleId="Verzeichnis9">
    <w:name w:val="toc 9"/>
    <w:basedOn w:val="Standard"/>
    <w:next w:val="Standard"/>
    <w:autoRedefine/>
    <w:uiPriority w:val="39"/>
    <w:semiHidden/>
    <w:unhideWhenUsed/>
    <w:rsid w:val="0071221F"/>
    <w:pPr>
      <w:spacing w:after="100"/>
      <w:ind w:left="1280"/>
    </w:pPr>
  </w:style>
  <w:style w:type="character" w:styleId="Zeilennummer">
    <w:name w:val="line number"/>
    <w:basedOn w:val="Absatz-Standardschriftart"/>
    <w:uiPriority w:val="99"/>
    <w:semiHidden/>
    <w:unhideWhenUsed/>
    <w:rsid w:val="0071221F"/>
    <w:rPr>
      <w:vanish w:val="0"/>
    </w:rPr>
  </w:style>
  <w:style w:type="paragraph" w:styleId="Zitat">
    <w:name w:val="Quote"/>
    <w:basedOn w:val="Standard"/>
    <w:next w:val="Standard"/>
    <w:link w:val="ZitatZchn"/>
    <w:uiPriority w:val="73"/>
    <w:qFormat/>
    <w:rsid w:val="0071221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71221F"/>
    <w:rPr>
      <w:i/>
      <w:iCs/>
      <w:vanish w:val="0"/>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7273">
      <w:bodyDiv w:val="1"/>
      <w:marLeft w:val="0"/>
      <w:marRight w:val="0"/>
      <w:marTop w:val="0"/>
      <w:marBottom w:val="0"/>
      <w:divBdr>
        <w:top w:val="none" w:sz="0" w:space="0" w:color="auto"/>
        <w:left w:val="none" w:sz="0" w:space="0" w:color="auto"/>
        <w:bottom w:val="none" w:sz="0" w:space="0" w:color="auto"/>
        <w:right w:val="none" w:sz="0" w:space="0" w:color="auto"/>
      </w:divBdr>
    </w:div>
    <w:div w:id="969482709">
      <w:bodyDiv w:val="1"/>
      <w:marLeft w:val="0"/>
      <w:marRight w:val="0"/>
      <w:marTop w:val="0"/>
      <w:marBottom w:val="0"/>
      <w:divBdr>
        <w:top w:val="none" w:sz="0" w:space="0" w:color="auto"/>
        <w:left w:val="none" w:sz="0" w:space="0" w:color="auto"/>
        <w:bottom w:val="none" w:sz="0" w:space="0" w:color="auto"/>
        <w:right w:val="none" w:sz="0" w:space="0" w:color="auto"/>
      </w:divBdr>
      <w:divsChild>
        <w:div w:id="1897081293">
          <w:marLeft w:val="0"/>
          <w:marRight w:val="0"/>
          <w:marTop w:val="0"/>
          <w:marBottom w:val="0"/>
          <w:divBdr>
            <w:top w:val="none" w:sz="0" w:space="0" w:color="auto"/>
            <w:left w:val="none" w:sz="0" w:space="0" w:color="auto"/>
            <w:bottom w:val="none" w:sz="0" w:space="0" w:color="auto"/>
            <w:right w:val="none" w:sz="0" w:space="0" w:color="auto"/>
          </w:divBdr>
          <w:divsChild>
            <w:div w:id="4787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41566">
      <w:bodyDiv w:val="1"/>
      <w:marLeft w:val="0"/>
      <w:marRight w:val="0"/>
      <w:marTop w:val="0"/>
      <w:marBottom w:val="0"/>
      <w:divBdr>
        <w:top w:val="none" w:sz="0" w:space="0" w:color="auto"/>
        <w:left w:val="none" w:sz="0" w:space="0" w:color="auto"/>
        <w:bottom w:val="none" w:sz="0" w:space="0" w:color="auto"/>
        <w:right w:val="none" w:sz="0" w:space="0" w:color="auto"/>
      </w:divBdr>
    </w:div>
    <w:div w:id="1394810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JdDRhhQJ84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866</Words>
  <Characters>5457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12</cp:revision>
  <cp:lastPrinted>2022-05-10T09:52:00Z</cp:lastPrinted>
  <dcterms:created xsi:type="dcterms:W3CDTF">2022-05-10T09:47:00Z</dcterms:created>
  <dcterms:modified xsi:type="dcterms:W3CDTF">2022-06-09T13:37:00Z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2022-05-06T07:56:35Z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9aca3cd8-1c93-42b0-a499-16684769e209</vt:lpwstr>
  </property>
  <property fmtid="{D5CDD505-2E9C-101B-9397-08002B2CF9AE}" pid="11" name="MSIP_Label_53eb3ead-8c2d-4695-9d06-baf35a321a90_ContentBits">
    <vt:lpwstr>1</vt:lpwstr>
  </property>
</Properties>
</file>